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D4219" w14:textId="77777777" w:rsidR="00981FAF" w:rsidRDefault="00000000">
      <w:pPr>
        <w:jc w:val="center"/>
        <w:rPr>
          <w:b/>
          <w:bCs/>
        </w:rPr>
      </w:pPr>
      <w:r>
        <w:rPr>
          <w:b/>
          <w:bCs/>
        </w:rPr>
        <w:t>Anglican Catholic Church Music Files</w:t>
      </w:r>
    </w:p>
    <w:p w14:paraId="38FD9BFD" w14:textId="77777777" w:rsidR="00981FAF" w:rsidRDefault="00981FAF">
      <w:pPr>
        <w:jc w:val="center"/>
        <w:rPr>
          <w:b/>
          <w:bCs/>
        </w:rPr>
      </w:pPr>
    </w:p>
    <w:p w14:paraId="745609C1" w14:textId="77777777" w:rsidR="00981FAF" w:rsidRDefault="00000000">
      <w:r>
        <w:t>The “</w:t>
      </w:r>
      <w:r>
        <w:rPr>
          <w:b/>
          <w:bCs/>
        </w:rPr>
        <w:t>ACC Hymnal</w:t>
      </w:r>
      <w:r>
        <w:t xml:space="preserve">” folder contains hymns from the 1940 Hymnal of the Protestant Episcopal Church USA with some supplemental hymns from the 1961 revision.  </w:t>
      </w:r>
    </w:p>
    <w:p w14:paraId="23C130F1" w14:textId="77777777" w:rsidR="00981FAF" w:rsidRDefault="00000000">
      <w:r>
        <w:t xml:space="preserve">Files are in .mp3 audio format. They can be stored on a smart phone or computer, then sent to a larger sound system via headphone jack or Bluetooth.  (I’m amazed how good the organ sounds through a battery powered JBL Clip 4 </w:t>
      </w:r>
      <w:proofErr w:type="spellStart"/>
      <w:r>
        <w:t>bluetooth</w:t>
      </w:r>
      <w:proofErr w:type="spellEnd"/>
      <w:r>
        <w:t xml:space="preserve"> speaker the size of a prayer book!)</w:t>
      </w:r>
    </w:p>
    <w:p w14:paraId="457F62E5" w14:textId="77777777" w:rsidR="00981FAF" w:rsidRDefault="00000000">
      <w:r>
        <w:t xml:space="preserve">Most sound files were gathered from the </w:t>
      </w:r>
      <w:r>
        <w:rPr>
          <w:i/>
          <w:iCs/>
        </w:rPr>
        <w:t>smallchurchmusic.com</w:t>
      </w:r>
      <w:r>
        <w:t xml:space="preserve"> website.  I tried to find the best sounding pipe organ files, right-click, download and rename each sound file:</w:t>
      </w:r>
    </w:p>
    <w:p w14:paraId="4301C0C2" w14:textId="77777777" w:rsidR="00981FAF" w:rsidRDefault="00000000">
      <w:pPr>
        <w:jc w:val="center"/>
        <w:rPr>
          <w:i/>
          <w:iCs/>
        </w:rPr>
      </w:pPr>
      <w:r>
        <w:rPr>
          <w:i/>
          <w:iCs/>
        </w:rPr>
        <w:t xml:space="preserve">Hymnal </w:t>
      </w:r>
      <w:proofErr w:type="spellStart"/>
      <w:r>
        <w:rPr>
          <w:i/>
          <w:iCs/>
        </w:rPr>
        <w:t>Number_First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Line_Tune</w:t>
      </w:r>
      <w:proofErr w:type="spellEnd"/>
      <w:r>
        <w:rPr>
          <w:i/>
          <w:iCs/>
        </w:rPr>
        <w:t xml:space="preserve"> Name.mp3</w:t>
      </w:r>
    </w:p>
    <w:p w14:paraId="354CBCF3" w14:textId="77777777" w:rsidR="00981FAF" w:rsidRDefault="00000000">
      <w:r>
        <w:t>Sometimes there is more than one melody for a hymn, or we used an alternate tune:</w:t>
      </w:r>
    </w:p>
    <w:p w14:paraId="5BF99463" w14:textId="77777777" w:rsidR="00981FAF" w:rsidRDefault="00000000">
      <w:pPr>
        <w:jc w:val="center"/>
        <w:rPr>
          <w:i/>
          <w:iCs/>
        </w:rPr>
      </w:pPr>
      <w:r>
        <w:rPr>
          <w:i/>
          <w:iCs/>
        </w:rPr>
        <w:t>323_2_Jesus Name of Wondrous Love-St Bees.mp3</w:t>
      </w:r>
      <w:r>
        <w:rPr>
          <w:i/>
          <w:iCs/>
        </w:rPr>
        <w:br/>
        <w:t xml:space="preserve">281_ALT769_Joyful Joyful-Hymn </w:t>
      </w:r>
      <w:proofErr w:type="gramStart"/>
      <w:r>
        <w:rPr>
          <w:i/>
          <w:iCs/>
        </w:rPr>
        <w:t>To</w:t>
      </w:r>
      <w:proofErr w:type="gramEnd"/>
      <w:r>
        <w:rPr>
          <w:i/>
          <w:iCs/>
        </w:rPr>
        <w:t xml:space="preserve"> Joy.mp3</w:t>
      </w:r>
    </w:p>
    <w:p w14:paraId="10BE7934" w14:textId="77777777" w:rsidR="00981FAF" w:rsidRDefault="00000000">
      <w:r>
        <w:t>After the first hundred or so hymns, I began skipping over hymns my congregation doesn’t commonly use -- but that was still around 400 tunes!</w:t>
      </w:r>
    </w:p>
    <w:p w14:paraId="763C6E31" w14:textId="77777777" w:rsidR="00981FAF" w:rsidRDefault="00000000">
      <w:r>
        <w:t>Few of these sound files include “Amen,” even when notated in the score.</w:t>
      </w:r>
    </w:p>
    <w:p w14:paraId="075C57BF" w14:textId="77777777" w:rsidR="00981FAF" w:rsidRDefault="00000000">
      <w:r>
        <w:t xml:space="preserve">Sometimes the verse count does not match our hymnal.  I’ve used a simple cut-and-splice sound editing program to correct this whenever I noticed it (but there are, no doubt, some that are still a verse off). </w:t>
      </w:r>
    </w:p>
    <w:p w14:paraId="7C9EFD4B" w14:textId="77777777" w:rsidR="00981FAF" w:rsidRDefault="00000000">
      <w:r>
        <w:t>The “</w:t>
      </w:r>
      <w:r>
        <w:rPr>
          <w:b/>
          <w:bCs/>
        </w:rPr>
        <w:t>ACC Liturgical and Graduals</w:t>
      </w:r>
      <w:r>
        <w:t>” folder contains music common in the 1928 B.C.P. Morning Prayer and Holy Communion services.  I wish I could find or create more of the liturgical music.</w:t>
      </w:r>
    </w:p>
    <w:p w14:paraId="7A682E50" w14:textId="77777777" w:rsidR="00981FAF" w:rsidRDefault="00000000">
      <w:r>
        <w:t xml:space="preserve">These sound files were freely available online, and I </w:t>
      </w:r>
      <w:proofErr w:type="gramStart"/>
      <w:r>
        <w:t>make</w:t>
      </w:r>
      <w:proofErr w:type="gramEnd"/>
      <w:r>
        <w:t xml:space="preserve"> no claim to ownership rights.  I’ve simply organized them to make our services more enjoyable when we have no </w:t>
      </w:r>
      <w:proofErr w:type="gramStart"/>
      <w:r>
        <w:t>organist</w:t>
      </w:r>
      <w:proofErr w:type="gramEnd"/>
      <w:r>
        <w:t>.</w:t>
      </w:r>
    </w:p>
    <w:p w14:paraId="09C5ADE0" w14:textId="77777777" w:rsidR="00981FAF" w:rsidRPr="00F32DF4" w:rsidRDefault="00981FAF"/>
    <w:p w14:paraId="7FAC12C2" w14:textId="06D48501" w:rsidR="00F32DF4" w:rsidRDefault="00000000">
      <w:pPr>
        <w:rPr>
          <w:lang w:val="pt-BR"/>
        </w:rPr>
      </w:pPr>
      <w:r>
        <w:rPr>
          <w:lang w:val="pt-BR"/>
        </w:rPr>
        <w:t>Joe Sallenger</w:t>
      </w:r>
      <w:r>
        <w:rPr>
          <w:lang w:val="pt-BR"/>
        </w:rPr>
        <w:br/>
        <w:t>ChurchOfOurSaviourACC.org</w:t>
      </w:r>
      <w:r>
        <w:rPr>
          <w:lang w:val="pt-BR"/>
        </w:rPr>
        <w:br/>
      </w:r>
      <w:hyperlink r:id="rId6" w:history="1">
        <w:r w:rsidR="00F32DF4" w:rsidRPr="005C1F5B">
          <w:rPr>
            <w:rStyle w:val="Hyperlink"/>
            <w:lang w:val="pt-BR"/>
          </w:rPr>
          <w:t>Joe.Sallenger@gmail.com</w:t>
        </w:r>
      </w:hyperlink>
    </w:p>
    <w:p w14:paraId="64EC7BFD" w14:textId="77777777" w:rsidR="00F32DF4" w:rsidRDefault="00F32DF4">
      <w:pPr>
        <w:suppressAutoHyphens w:val="0"/>
        <w:rPr>
          <w:lang w:val="pt-BR"/>
        </w:rPr>
      </w:pPr>
      <w:r>
        <w:rPr>
          <w:lang w:val="pt-BR"/>
        </w:rPr>
        <w:br w:type="page"/>
      </w:r>
    </w:p>
    <w:p w14:paraId="06CBDB79" w14:textId="25766FF1" w:rsidR="00F32DF4" w:rsidRDefault="00F32DF4" w:rsidP="00F32DF4">
      <w:pPr>
        <w:spacing w:after="0"/>
        <w:rPr>
          <w:sz w:val="20"/>
          <w:szCs w:val="20"/>
        </w:rPr>
      </w:pPr>
      <w:r>
        <w:rPr>
          <w:b/>
          <w:bCs/>
        </w:rPr>
        <w:lastRenderedPageBreak/>
        <w:t>ACC Hymnal</w:t>
      </w:r>
    </w:p>
    <w:p w14:paraId="5F2BD73E" w14:textId="6E0311B9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001_Come Thou Long-Stuttgart.mp3</w:t>
      </w:r>
    </w:p>
    <w:p w14:paraId="2FED437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002_O Come Emmanuel-Veni Emmanuel.mp3</w:t>
      </w:r>
    </w:p>
    <w:p w14:paraId="3C42BD5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003_Wake Awake </w:t>
      </w:r>
      <w:proofErr w:type="gramStart"/>
      <w:r w:rsidRPr="00F32DF4">
        <w:rPr>
          <w:sz w:val="20"/>
          <w:szCs w:val="20"/>
        </w:rPr>
        <w:t>For</w:t>
      </w:r>
      <w:proofErr w:type="gramEnd"/>
      <w:r w:rsidRPr="00F32DF4">
        <w:rPr>
          <w:sz w:val="20"/>
          <w:szCs w:val="20"/>
        </w:rPr>
        <w:t xml:space="preserve"> Night Is Flying-SleepersWake.mp3</w:t>
      </w:r>
    </w:p>
    <w:p w14:paraId="6766B5E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003_Wake Awake-WachetAuf-Bach.mp3</w:t>
      </w:r>
    </w:p>
    <w:p w14:paraId="6A5C5B9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004_Rejoice Rejoice Believers-Greenland.mp3</w:t>
      </w:r>
    </w:p>
    <w:p w14:paraId="7431B9E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005_1_Lo He Comes-StThomas.mp3</w:t>
      </w:r>
    </w:p>
    <w:p w14:paraId="32B649F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005_2_Lo He Comes-Helmsley.mp3</w:t>
      </w:r>
    </w:p>
    <w:p w14:paraId="164010E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006_Creator Of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Stars-Conditor.mp3</w:t>
      </w:r>
    </w:p>
    <w:p w14:paraId="32D519A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007_Hark The Glad Sound-Bristol.mp3</w:t>
      </w:r>
    </w:p>
    <w:p w14:paraId="3446DEA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009_Hark A Thrilling Voice-Merton.mp3</w:t>
      </w:r>
    </w:p>
    <w:p w14:paraId="1DD9BB7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010_On Jordans Bank-Winchester New.mp3</w:t>
      </w:r>
    </w:p>
    <w:p w14:paraId="44F885B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011_The King Shall Come-St Stephen.mp3</w:t>
      </w:r>
    </w:p>
    <w:p w14:paraId="0D2D8E2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012_O Come All Ye Faithful-</w:t>
      </w:r>
      <w:proofErr w:type="spellStart"/>
      <w:r w:rsidRPr="00F32DF4">
        <w:rPr>
          <w:sz w:val="20"/>
          <w:szCs w:val="20"/>
        </w:rPr>
        <w:t>Adeste</w:t>
      </w:r>
      <w:proofErr w:type="spellEnd"/>
      <w:r w:rsidRPr="00F32DF4">
        <w:rPr>
          <w:sz w:val="20"/>
          <w:szCs w:val="20"/>
        </w:rPr>
        <w:t xml:space="preserve"> Fideles.mp3</w:t>
      </w:r>
    </w:p>
    <w:p w14:paraId="27B3202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013_1_While Shepherds watch-Winchester Old.mp3</w:t>
      </w:r>
    </w:p>
    <w:p w14:paraId="1DE50B3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013_2_While Shepherds </w:t>
      </w:r>
      <w:proofErr w:type="spellStart"/>
      <w:r w:rsidRPr="00F32DF4">
        <w:rPr>
          <w:sz w:val="20"/>
          <w:szCs w:val="20"/>
        </w:rPr>
        <w:t>watch_Midnight</w:t>
      </w:r>
      <w:proofErr w:type="spellEnd"/>
      <w:r w:rsidRPr="00F32DF4">
        <w:rPr>
          <w:sz w:val="20"/>
          <w:szCs w:val="20"/>
        </w:rPr>
        <w:t xml:space="preserve"> Clear-Carol.mp3</w:t>
      </w:r>
    </w:p>
    <w:p w14:paraId="76EB829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014_Now Yield We Thanks-Darmstadt.mp3</w:t>
      </w:r>
    </w:p>
    <w:p w14:paraId="43FE87C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015_Shout The Glad Tidings-Avison.mp3</w:t>
      </w:r>
    </w:p>
    <w:p w14:paraId="16AB560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016_Christians Awake-Yorkshire.mp3</w:t>
      </w:r>
    </w:p>
    <w:p w14:paraId="46100CA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017_I Know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Rose Tree-Rosa Mystica.mp3</w:t>
      </w:r>
    </w:p>
    <w:p w14:paraId="70C15E4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019_It Came Upon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Midnight-Noel.mp3</w:t>
      </w:r>
    </w:p>
    <w:p w14:paraId="454A587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021_1_O Little Town-Forest Green.mp3</w:t>
      </w:r>
    </w:p>
    <w:p w14:paraId="5031313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021_2_O Little Town-St Louis.mp3</w:t>
      </w:r>
    </w:p>
    <w:p w14:paraId="0A3AC0B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022_From Heaven High-Leipzig.mp3</w:t>
      </w:r>
    </w:p>
    <w:p w14:paraId="0B00C26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023_Part 2 of 022-Leipzig.mp3</w:t>
      </w:r>
    </w:p>
    <w:p w14:paraId="372E44D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024_Calm on the listening ear-St Agnes.mp3</w:t>
      </w:r>
    </w:p>
    <w:p w14:paraId="051446D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025_Break Forth-Ermuntre Dich.mp3</w:t>
      </w:r>
    </w:p>
    <w:p w14:paraId="75EDC82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026_Sing O Sing-</w:t>
      </w:r>
      <w:proofErr w:type="spellStart"/>
      <w:r w:rsidRPr="00F32DF4">
        <w:rPr>
          <w:sz w:val="20"/>
          <w:szCs w:val="20"/>
        </w:rPr>
        <w:t>Englands</w:t>
      </w:r>
      <w:proofErr w:type="spellEnd"/>
      <w:r w:rsidRPr="00F32DF4">
        <w:rPr>
          <w:sz w:val="20"/>
          <w:szCs w:val="20"/>
        </w:rPr>
        <w:t xml:space="preserve"> Lane.mp3</w:t>
      </w:r>
    </w:p>
    <w:p w14:paraId="3E2415D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027_Hark The Herald-Mendelssohn.mp3</w:t>
      </w:r>
    </w:p>
    <w:p w14:paraId="0966062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028_Angels From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Realms-Regent Square.mp3</w:t>
      </w:r>
    </w:p>
    <w:p w14:paraId="2A0729D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029_1_Dost Thou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Manger-Laetitiae.mp3</w:t>
      </w:r>
    </w:p>
    <w:p w14:paraId="6FDBDF0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029_2_Dost Thou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Manger-Mauburn.mp3</w:t>
      </w:r>
    </w:p>
    <w:p w14:paraId="610756B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030_The First Noel-The First Nowell.mp3</w:t>
      </w:r>
    </w:p>
    <w:p w14:paraId="7197C38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031_Good Christians All-In Dulci Jubilo.mp3</w:t>
      </w:r>
    </w:p>
    <w:p w14:paraId="6634688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032_All My Heart-</w:t>
      </w:r>
      <w:proofErr w:type="spellStart"/>
      <w:r w:rsidRPr="00F32DF4">
        <w:rPr>
          <w:sz w:val="20"/>
          <w:szCs w:val="20"/>
        </w:rPr>
        <w:t>Warum</w:t>
      </w:r>
      <w:proofErr w:type="spellEnd"/>
      <w:r w:rsidRPr="00F32DF4">
        <w:rPr>
          <w:sz w:val="20"/>
          <w:szCs w:val="20"/>
        </w:rPr>
        <w:t xml:space="preserve"> Sollt-Ebeling.mp3</w:t>
      </w:r>
    </w:p>
    <w:p w14:paraId="039B11A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033_Silent Night-Holy Night.mp3</w:t>
      </w:r>
    </w:p>
    <w:p w14:paraId="6F0040B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034_Unto Us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Boy-Puer Nobis Nascitur.mp3</w:t>
      </w:r>
    </w:p>
    <w:p w14:paraId="77C0075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035_He Whom Joyous Shepherds-Quem Pastores.mp3</w:t>
      </w:r>
    </w:p>
    <w:p w14:paraId="1CE6AAD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036_What Child Is-Greensleeves.mp3</w:t>
      </w:r>
    </w:p>
    <w:p w14:paraId="5834B4E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037_Gentle Mary-Weimar.mp3</w:t>
      </w:r>
    </w:p>
    <w:p w14:paraId="790DB22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038_Here Betwixt-Gevaert.mp3</w:t>
      </w:r>
    </w:p>
    <w:p w14:paraId="1D77612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039_A Babe Lies-Corner.mp3</w:t>
      </w:r>
    </w:p>
    <w:p w14:paraId="07D6BB7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040_God Rest You Merry-God Rest.mp3</w:t>
      </w:r>
    </w:p>
    <w:p w14:paraId="53E24A6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041_The Snow Lay-Venite Adoremus.mp3</w:t>
      </w:r>
    </w:p>
    <w:p w14:paraId="2B4C1AA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042_Angels We Have Heard-Gloria.mp3</w:t>
      </w:r>
    </w:p>
    <w:p w14:paraId="21A7EB2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043_Away In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Manger-Cradle Song.mp3</w:t>
      </w:r>
    </w:p>
    <w:p w14:paraId="41F46F7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044_In The Bleak Midwinter-Cranham.mp3</w:t>
      </w:r>
    </w:p>
    <w:p w14:paraId="5964E23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045_Joseph Dearest-</w:t>
      </w:r>
      <w:proofErr w:type="spellStart"/>
      <w:r w:rsidRPr="00F32DF4">
        <w:rPr>
          <w:sz w:val="20"/>
          <w:szCs w:val="20"/>
        </w:rPr>
        <w:t>Resonet</w:t>
      </w:r>
      <w:proofErr w:type="spellEnd"/>
      <w:r w:rsidRPr="00F32DF4">
        <w:rPr>
          <w:sz w:val="20"/>
          <w:szCs w:val="20"/>
        </w:rPr>
        <w:t xml:space="preserve"> in Laudibus.mp3</w:t>
      </w:r>
    </w:p>
    <w:p w14:paraId="0E47952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046_1_Brightest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Best-Morning Star.mp3</w:t>
      </w:r>
    </w:p>
    <w:p w14:paraId="6B32AB7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046_2_Brightest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Best-Stewart.mp3</w:t>
      </w:r>
    </w:p>
    <w:p w14:paraId="11E92FC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047_What Star Is This-Puer Nobis.mp3</w:t>
      </w:r>
    </w:p>
    <w:p w14:paraId="39DAB1A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048_Earth Has Many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Noble City-Stuttgart.mp3</w:t>
      </w:r>
    </w:p>
    <w:p w14:paraId="15DDE44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049_From The Eastern Mountains-Valour.mp3</w:t>
      </w:r>
    </w:p>
    <w:p w14:paraId="7C8C443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050_1_Saw You Never-Chartres.mp3</w:t>
      </w:r>
    </w:p>
    <w:p w14:paraId="2C2322C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050_2_Saw You Never-Wise Men.mp3</w:t>
      </w:r>
    </w:p>
    <w:p w14:paraId="5AF9990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051_We Three Kings of Orient-Three Kings.mp3</w:t>
      </w:r>
    </w:p>
    <w:p w14:paraId="3470D45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052_As With Gladness-Dix.mp3</w:t>
      </w:r>
    </w:p>
    <w:p w14:paraId="678E36C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053_Songs Of Thankfulness-Salzburg Hintze.mp3</w:t>
      </w:r>
    </w:p>
    <w:p w14:paraId="55D7C30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054_Alleluia Song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Gladness-Dulce Carmen.mp3</w:t>
      </w:r>
    </w:p>
    <w:p w14:paraId="5162153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055_Forty Days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Forty Nights-Heinlein.mp3</w:t>
      </w:r>
    </w:p>
    <w:p w14:paraId="3AD412B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056_Kind Maker-Jesu Dulcis Memoria.mp3</w:t>
      </w:r>
    </w:p>
    <w:p w14:paraId="74DE60A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057_1_Lord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This-Holy Ghost.mp3</w:t>
      </w:r>
    </w:p>
    <w:p w14:paraId="122FAC2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057_2_Lord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This-St Philip.mp3</w:t>
      </w:r>
    </w:p>
    <w:p w14:paraId="49EC562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058_Weary Of Earth-Langran.mp3</w:t>
      </w:r>
    </w:p>
    <w:p w14:paraId="0AB28F1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059_Lord Who Throughout-St Flavian.mp3</w:t>
      </w:r>
    </w:p>
    <w:p w14:paraId="7F27DBD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060_With Broken Heart-Babylon Streams.mp3</w:t>
      </w:r>
    </w:p>
    <w:p w14:paraId="37299E5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061_The Glory of these forty days-Spires.mp3</w:t>
      </w:r>
    </w:p>
    <w:p w14:paraId="52AB9A1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062_All Glory Laud and Honor-St Theodulph.mp3</w:t>
      </w:r>
    </w:p>
    <w:p w14:paraId="1C441AB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063_2_The Royal Banners-Parker.mp3</w:t>
      </w:r>
    </w:p>
    <w:p w14:paraId="7BC1793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064_1_Ride </w:t>
      </w:r>
      <w:proofErr w:type="gramStart"/>
      <w:r w:rsidRPr="00F32DF4">
        <w:rPr>
          <w:sz w:val="20"/>
          <w:szCs w:val="20"/>
        </w:rPr>
        <w:t>On</w:t>
      </w:r>
      <w:proofErr w:type="gramEnd"/>
      <w:r w:rsidRPr="00F32DF4">
        <w:rPr>
          <w:sz w:val="20"/>
          <w:szCs w:val="20"/>
        </w:rPr>
        <w:t xml:space="preserve"> Ride On-The Kings Majesty.mp3</w:t>
      </w:r>
    </w:p>
    <w:p w14:paraId="4854A05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064_2_Ride </w:t>
      </w:r>
      <w:proofErr w:type="gramStart"/>
      <w:r w:rsidRPr="00F32DF4">
        <w:rPr>
          <w:sz w:val="20"/>
          <w:szCs w:val="20"/>
        </w:rPr>
        <w:t>On</w:t>
      </w:r>
      <w:proofErr w:type="gramEnd"/>
      <w:r w:rsidRPr="00F32DF4">
        <w:rPr>
          <w:sz w:val="20"/>
          <w:szCs w:val="20"/>
        </w:rPr>
        <w:t xml:space="preserve"> Ride On-Winchester New.mp3</w:t>
      </w:r>
    </w:p>
    <w:p w14:paraId="7198875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064_3_Ride </w:t>
      </w:r>
      <w:proofErr w:type="gramStart"/>
      <w:r w:rsidRPr="00F32DF4">
        <w:rPr>
          <w:sz w:val="20"/>
          <w:szCs w:val="20"/>
        </w:rPr>
        <w:t>On</w:t>
      </w:r>
      <w:proofErr w:type="gramEnd"/>
      <w:r w:rsidRPr="00F32DF4">
        <w:rPr>
          <w:sz w:val="20"/>
          <w:szCs w:val="20"/>
        </w:rPr>
        <w:t xml:space="preserve"> Ride On-St Drostane.mp3</w:t>
      </w:r>
    </w:p>
    <w:p w14:paraId="038C1A7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065_1_There Is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Green Hill-Horsley.mp3</w:t>
      </w:r>
    </w:p>
    <w:p w14:paraId="30E06B1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065_2_There Is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Green Hill-Meditation.mp3</w:t>
      </w:r>
    </w:p>
    <w:p w14:paraId="2C79817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066_Sing My Tongue-Pange Lingua.mp3</w:t>
      </w:r>
    </w:p>
    <w:p w14:paraId="4C6779F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067_See The Destined Day-Halle.mp3</w:t>
      </w:r>
    </w:p>
    <w:p w14:paraId="38BF794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068_Alone Now Going Forth-Bangor.mp3</w:t>
      </w:r>
    </w:p>
    <w:p w14:paraId="249CBCF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069_Drop Drop Slow Tears-Song 46.mp3</w:t>
      </w:r>
    </w:p>
    <w:p w14:paraId="2C0A023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070_Go To Dark Gethsemane-Petra.mp3</w:t>
      </w:r>
    </w:p>
    <w:p w14:paraId="17047B9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071_Ah Holy Jesus-</w:t>
      </w:r>
      <w:proofErr w:type="spellStart"/>
      <w:r w:rsidRPr="00F32DF4">
        <w:rPr>
          <w:sz w:val="20"/>
          <w:szCs w:val="20"/>
        </w:rPr>
        <w:t>Herzliebster</w:t>
      </w:r>
      <w:proofErr w:type="spellEnd"/>
      <w:r w:rsidRPr="00F32DF4">
        <w:rPr>
          <w:sz w:val="20"/>
          <w:szCs w:val="20"/>
        </w:rPr>
        <w:t xml:space="preserve"> Jesu.mp3</w:t>
      </w:r>
    </w:p>
    <w:p w14:paraId="2206D1E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072_Sweet The Moments-Batty.mp3</w:t>
      </w:r>
    </w:p>
    <w:p w14:paraId="7AAFA0F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073_O Thou Who Through This Holy Week-Wetherby.mp3</w:t>
      </w:r>
    </w:p>
    <w:p w14:paraId="3EC0502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074_O Come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Mourn-St. Cross.mp3</w:t>
      </w:r>
    </w:p>
    <w:p w14:paraId="72D0736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075_O Sacred Head Sore Wounded-Passion Chorale.mp3</w:t>
      </w:r>
    </w:p>
    <w:p w14:paraId="41E9662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076_At The Cross-Mainz.mp3</w:t>
      </w:r>
    </w:p>
    <w:p w14:paraId="3200D7A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077_His Are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One Thousand-Isleworth.mp3</w:t>
      </w:r>
    </w:p>
    <w:p w14:paraId="655F358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078_It Is Finished-Sebastian.mp3</w:t>
      </w:r>
    </w:p>
    <w:p w14:paraId="10957DE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079_When Our Heads-St Prisca.mp3</w:t>
      </w:r>
    </w:p>
    <w:p w14:paraId="520B8BB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080_Were You There-Negro.mp3</w:t>
      </w:r>
    </w:p>
    <w:p w14:paraId="1FFBB6E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081_Sunset To Sunrise-Kedron.mp3</w:t>
      </w:r>
    </w:p>
    <w:p w14:paraId="16A5C54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082_1_Jesus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Thy Dying Woes-Swedish.mp3</w:t>
      </w:r>
    </w:p>
    <w:p w14:paraId="708E993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082_2_Jesus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Thy Dying-Ton Man.mp3</w:t>
      </w:r>
    </w:p>
    <w:p w14:paraId="2999FF4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083_O Sorrow Deep-O Traurigkeit.mp3</w:t>
      </w:r>
    </w:p>
    <w:p w14:paraId="13E2DDC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084_O Who Shall Roll-New England.mp3</w:t>
      </w:r>
    </w:p>
    <w:p w14:paraId="0163ABE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085_Jesus Christ Is Risen-E Hymn.mp3</w:t>
      </w:r>
    </w:p>
    <w:p w14:paraId="67C5CF9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086_Hail </w:t>
      </w:r>
      <w:proofErr w:type="gramStart"/>
      <w:r w:rsidRPr="00F32DF4">
        <w:rPr>
          <w:sz w:val="20"/>
          <w:szCs w:val="20"/>
        </w:rPr>
        <w:t>Thee</w:t>
      </w:r>
      <w:proofErr w:type="gramEnd"/>
      <w:r w:rsidRPr="00F32DF4">
        <w:rPr>
          <w:sz w:val="20"/>
          <w:szCs w:val="20"/>
        </w:rPr>
        <w:t xml:space="preserve"> Festival Day-Salve Festa Dies.mp3</w:t>
      </w:r>
    </w:p>
    <w:p w14:paraId="2AB9F9E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087_Welcome Happy Morning-Fortunatus.mp3</w:t>
      </w:r>
    </w:p>
    <w:p w14:paraId="3BB4BF4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088_Jesus Lives-St Albinus.mp3</w:t>
      </w:r>
    </w:p>
    <w:p w14:paraId="201ACEA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089_At The Lambs High Feast-Salzburg.mp3</w:t>
      </w:r>
    </w:p>
    <w:p w14:paraId="3F76979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090_He Is Risen-Neander.mp3</w:t>
      </w:r>
    </w:p>
    <w:p w14:paraId="43A1404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091_The Strife Is Oer-Victory.mp3</w:t>
      </w:r>
    </w:p>
    <w:p w14:paraId="1C2CFE1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092_Alleluia Alleluia Hearts-Lux.mp3</w:t>
      </w:r>
    </w:p>
    <w:p w14:paraId="051CF86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092_ALT347_Alleluia Alleluia-Hyfrydol.mp3</w:t>
      </w:r>
    </w:p>
    <w:p w14:paraId="4372296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093_Thou Hallowed Chosen-Eisenach.mp3</w:t>
      </w:r>
    </w:p>
    <w:p w14:paraId="0DAC730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094_1_Come Ye Faithful-Virginum.mp3</w:t>
      </w:r>
    </w:p>
    <w:p w14:paraId="2BC47B2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094_2_Come Ye Faithful-St Kevin.mp3</w:t>
      </w:r>
    </w:p>
    <w:p w14:paraId="2BB54AD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095_1_Christ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Lord-Nassau.mp3</w:t>
      </w:r>
    </w:p>
    <w:p w14:paraId="650481A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095_2_Christ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Lord-Gwalchmai.mp3</w:t>
      </w:r>
    </w:p>
    <w:p w14:paraId="78EFC1C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095_ALT85_Christ the Lord is </w:t>
      </w:r>
      <w:proofErr w:type="spellStart"/>
      <w:r w:rsidRPr="00F32DF4">
        <w:rPr>
          <w:sz w:val="20"/>
          <w:szCs w:val="20"/>
        </w:rPr>
        <w:t>risn</w:t>
      </w:r>
      <w:proofErr w:type="spellEnd"/>
      <w:r w:rsidRPr="00F32DF4">
        <w:rPr>
          <w:sz w:val="20"/>
          <w:szCs w:val="20"/>
        </w:rPr>
        <w:t xml:space="preserve"> today-Easter Hymn.mp3</w:t>
      </w:r>
    </w:p>
    <w:p w14:paraId="20EAF49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096_1_The Day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Resurrection-Ellacombe.mp3</w:t>
      </w:r>
    </w:p>
    <w:p w14:paraId="70B74A1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096_2_The Day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Resurrection-All Hallows.mp3</w:t>
      </w:r>
    </w:p>
    <w:p w14:paraId="42A2DF8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098_That Easter Day-Puer Nobis.mp3</w:t>
      </w:r>
    </w:p>
    <w:p w14:paraId="7D66F3D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099_O Sons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Daughters-Filiae.mp3</w:t>
      </w:r>
    </w:p>
    <w:p w14:paraId="71A68F1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100_The Sabbath Day-Dexter St.mp3</w:t>
      </w:r>
    </w:p>
    <w:p w14:paraId="1DCB967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101_O Jesus Crowned-Kingsfold.mp3</w:t>
      </w:r>
    </w:p>
    <w:p w14:paraId="2657D62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102_Hail </w:t>
      </w:r>
      <w:proofErr w:type="gramStart"/>
      <w:r w:rsidRPr="00F32DF4">
        <w:rPr>
          <w:sz w:val="20"/>
          <w:szCs w:val="20"/>
        </w:rPr>
        <w:t>Thee</w:t>
      </w:r>
      <w:proofErr w:type="gramEnd"/>
      <w:r w:rsidRPr="00F32DF4">
        <w:rPr>
          <w:sz w:val="20"/>
          <w:szCs w:val="20"/>
        </w:rPr>
        <w:t xml:space="preserve"> Festival Day-Salve Festa Dies.mp3</w:t>
      </w:r>
    </w:p>
    <w:p w14:paraId="12BF733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103_1_See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Conqueror-In Babilone.mp3</w:t>
      </w:r>
    </w:p>
    <w:p w14:paraId="55B468D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103_2_See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Conqueror-Rex Gloriae.mp3</w:t>
      </w:r>
    </w:p>
    <w:p w14:paraId="0526C1B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104_1_Hail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Day-Ascension.mp3</w:t>
      </w:r>
    </w:p>
    <w:p w14:paraId="3AE3745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104_2_Hail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Day-Llanfair.mp3</w:t>
      </w:r>
    </w:p>
    <w:p w14:paraId="42F3BB3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105_Look Ye Saints-Coronae.mp3</w:t>
      </w:r>
    </w:p>
    <w:p w14:paraId="1B615BD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106_The Head That Once-St Magnus.mp3</w:t>
      </w:r>
    </w:p>
    <w:p w14:paraId="010CDF1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107_Hail </w:t>
      </w:r>
      <w:proofErr w:type="gramStart"/>
      <w:r w:rsidRPr="00F32DF4">
        <w:rPr>
          <w:sz w:val="20"/>
          <w:szCs w:val="20"/>
        </w:rPr>
        <w:t>Thee</w:t>
      </w:r>
      <w:proofErr w:type="gramEnd"/>
      <w:r w:rsidRPr="00F32DF4">
        <w:rPr>
          <w:sz w:val="20"/>
          <w:szCs w:val="20"/>
        </w:rPr>
        <w:t xml:space="preserve"> Festival Day-Salve Festa Dies.mp3</w:t>
      </w:r>
    </w:p>
    <w:p w14:paraId="65D7074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108_2_O come Creator Spirit come-Grace Church-.mp3</w:t>
      </w:r>
    </w:p>
    <w:p w14:paraId="053E7EF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109_2_Come Thou Holy Spirit-Veni.mp3</w:t>
      </w:r>
    </w:p>
    <w:p w14:paraId="499A998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110_Hail Thee Spirit-Cowley.mp3</w:t>
      </w:r>
    </w:p>
    <w:p w14:paraId="4B01E12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111_Spirit Of Mercy-Melcombe.mp3</w:t>
      </w:r>
    </w:p>
    <w:p w14:paraId="2226BB8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114_We Sing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Glorious-Munich.mp3</w:t>
      </w:r>
    </w:p>
    <w:p w14:paraId="42F6072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117_Sing Of Mary-Pleading.mp3</w:t>
      </w:r>
    </w:p>
    <w:p w14:paraId="737C874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118_ALT535_Praise We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 This Day-FestalSong.mp3</w:t>
      </w:r>
    </w:p>
    <w:p w14:paraId="0B5FA10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119_O Wonderous Type-Wareham.mp3</w:t>
      </w:r>
    </w:p>
    <w:p w14:paraId="6EB0DCA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122_Angels And Ministers-Slane.mp3</w:t>
      </w:r>
    </w:p>
    <w:p w14:paraId="120E20C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125_Hark The Sound-Moultrie.mp3</w:t>
      </w:r>
    </w:p>
    <w:p w14:paraId="430D376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126_2_For All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Saints-Sarum_5 verses.mp3</w:t>
      </w:r>
    </w:p>
    <w:p w14:paraId="6D136FF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136_Let Us Now-Wenceslas-.mp3</w:t>
      </w:r>
    </w:p>
    <w:p w14:paraId="1DBA3E4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137_Come Ye Thankful-St Georges Windsor.mp3</w:t>
      </w:r>
    </w:p>
    <w:p w14:paraId="0CF3050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138_We Plough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Fields-Claudius.mp3</w:t>
      </w:r>
    </w:p>
    <w:p w14:paraId="6214A6F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139_Praise God </w:t>
      </w:r>
      <w:proofErr w:type="gramStart"/>
      <w:r w:rsidRPr="00F32DF4">
        <w:rPr>
          <w:sz w:val="20"/>
          <w:szCs w:val="20"/>
        </w:rPr>
        <w:t>From</w:t>
      </w:r>
      <w:proofErr w:type="gramEnd"/>
      <w:r w:rsidRPr="00F32DF4">
        <w:rPr>
          <w:sz w:val="20"/>
          <w:szCs w:val="20"/>
        </w:rPr>
        <w:t xml:space="preserve"> </w:t>
      </w:r>
      <w:proofErr w:type="spellStart"/>
      <w:r w:rsidRPr="00F32DF4">
        <w:rPr>
          <w:sz w:val="20"/>
          <w:szCs w:val="20"/>
        </w:rPr>
        <w:t>Whom_The</w:t>
      </w:r>
      <w:proofErr w:type="spellEnd"/>
      <w:r w:rsidRPr="00F32DF4">
        <w:rPr>
          <w:sz w:val="20"/>
          <w:szCs w:val="20"/>
        </w:rPr>
        <w:t xml:space="preserve"> Doxology-Old 100.mp3</w:t>
      </w:r>
    </w:p>
    <w:p w14:paraId="4D56789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140_Praise To God-Dix.mp3</w:t>
      </w:r>
    </w:p>
    <w:p w14:paraId="095D4CC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141_My Country Tis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Thee-4v-America.mp3</w:t>
      </w:r>
    </w:p>
    <w:p w14:paraId="5B56C41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141_Verse4_Our Fathers God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Thee.mp3</w:t>
      </w:r>
    </w:p>
    <w:p w14:paraId="2AAE35E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143_God Of </w:t>
      </w:r>
      <w:proofErr w:type="spellStart"/>
      <w:r w:rsidRPr="00F32DF4">
        <w:rPr>
          <w:sz w:val="20"/>
          <w:szCs w:val="20"/>
        </w:rPr>
        <w:t>OurF</w:t>
      </w:r>
      <w:proofErr w:type="spellEnd"/>
      <w:r w:rsidRPr="00F32DF4">
        <w:rPr>
          <w:sz w:val="20"/>
          <w:szCs w:val="20"/>
        </w:rPr>
        <w:t xml:space="preserve"> </w:t>
      </w:r>
      <w:proofErr w:type="spellStart"/>
      <w:r w:rsidRPr="00F32DF4">
        <w:rPr>
          <w:sz w:val="20"/>
          <w:szCs w:val="20"/>
        </w:rPr>
        <w:t>athers</w:t>
      </w:r>
      <w:proofErr w:type="spellEnd"/>
      <w:r w:rsidRPr="00F32DF4">
        <w:rPr>
          <w:sz w:val="20"/>
          <w:szCs w:val="20"/>
        </w:rPr>
        <w:t>-National Hymn.mp3</w:t>
      </w:r>
    </w:p>
    <w:p w14:paraId="7856763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144_</w:t>
      </w:r>
      <w:proofErr w:type="gramStart"/>
      <w:r w:rsidRPr="00F32DF4">
        <w:rPr>
          <w:sz w:val="20"/>
          <w:szCs w:val="20"/>
        </w:rPr>
        <w:t>Lord God</w:t>
      </w:r>
      <w:proofErr w:type="gramEnd"/>
      <w:r w:rsidRPr="00F32DF4">
        <w:rPr>
          <w:sz w:val="20"/>
          <w:szCs w:val="20"/>
        </w:rPr>
        <w:t xml:space="preserve"> We Worship Thee-N Danket.mp3</w:t>
      </w:r>
    </w:p>
    <w:p w14:paraId="28022EF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146_God Bless Our Native-1v-America.mp3</w:t>
      </w:r>
    </w:p>
    <w:p w14:paraId="76D1886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147_ALT393_God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Our Fathers-St Catherine.mp3</w:t>
      </w:r>
    </w:p>
    <w:p w14:paraId="5F6BF31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147_God Of Our Fathers-Old 120th.mp3</w:t>
      </w:r>
    </w:p>
    <w:p w14:paraId="4B58F75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148_O God Beneath Thy-Duke.mp3</w:t>
      </w:r>
    </w:p>
    <w:p w14:paraId="2F15C3D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150_ALT498_Faith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Thy Name-Gardiner.mp3</w:t>
      </w:r>
    </w:p>
    <w:p w14:paraId="7106AC8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153_Christ Whose Glory-Ratisbon.mp3</w:t>
      </w:r>
    </w:p>
    <w:p w14:paraId="281685D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155_New Every Morning-Melcombe.mp3</w:t>
      </w:r>
    </w:p>
    <w:p w14:paraId="0318B90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157_2_</w:t>
      </w:r>
      <w:proofErr w:type="gramStart"/>
      <w:r w:rsidRPr="00F32DF4">
        <w:rPr>
          <w:sz w:val="20"/>
          <w:szCs w:val="20"/>
        </w:rPr>
        <w:t>Father</w:t>
      </w:r>
      <w:proofErr w:type="gramEnd"/>
      <w:r w:rsidRPr="00F32DF4">
        <w:rPr>
          <w:sz w:val="20"/>
          <w:szCs w:val="20"/>
        </w:rPr>
        <w:t xml:space="preserve"> We Praise You-Christe Sanctorum.mp3</w:t>
      </w:r>
    </w:p>
    <w:p w14:paraId="667E54E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158_2_O </w:t>
      </w:r>
      <w:proofErr w:type="spellStart"/>
      <w:r w:rsidRPr="00F32DF4">
        <w:rPr>
          <w:sz w:val="20"/>
          <w:szCs w:val="20"/>
        </w:rPr>
        <w:t>Spendour</w:t>
      </w:r>
      <w:proofErr w:type="spell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Gods-Puer Nobis.mp3</w:t>
      </w:r>
    </w:p>
    <w:p w14:paraId="178BC6D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159_2_Now That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Daylight-Herr Jesu Christ.mp3</w:t>
      </w:r>
    </w:p>
    <w:p w14:paraId="6858C57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165_All Praise to Thee My God This Night-Tallis Canon.mp3</w:t>
      </w:r>
    </w:p>
    <w:p w14:paraId="309BE3A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166_Sun Of My Soul-Hursley.mp3</w:t>
      </w:r>
    </w:p>
    <w:p w14:paraId="677A83A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167_Now It Is Evening-Diva.mp3</w:t>
      </w:r>
    </w:p>
    <w:p w14:paraId="621A21D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168_At Even When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Sun-6v-Angelus.mp3</w:t>
      </w:r>
    </w:p>
    <w:p w14:paraId="1F9041F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169_1_God that Madest Earth and Heaven-</w:t>
      </w:r>
      <w:proofErr w:type="spellStart"/>
      <w:r w:rsidRPr="00F32DF4">
        <w:rPr>
          <w:sz w:val="20"/>
          <w:szCs w:val="20"/>
        </w:rPr>
        <w:t>Ar</w:t>
      </w:r>
      <w:proofErr w:type="spellEnd"/>
      <w:r w:rsidRPr="00F32DF4">
        <w:rPr>
          <w:sz w:val="20"/>
          <w:szCs w:val="20"/>
        </w:rPr>
        <w:t xml:space="preserve"> </w:t>
      </w:r>
      <w:proofErr w:type="spellStart"/>
      <w:r w:rsidRPr="00F32DF4">
        <w:rPr>
          <w:sz w:val="20"/>
          <w:szCs w:val="20"/>
        </w:rPr>
        <w:t>Hyd</w:t>
      </w:r>
      <w:proofErr w:type="spellEnd"/>
      <w:r w:rsidRPr="00F32DF4">
        <w:rPr>
          <w:sz w:val="20"/>
          <w:szCs w:val="20"/>
        </w:rPr>
        <w:t xml:space="preserve"> Y Nos-.mp3</w:t>
      </w:r>
    </w:p>
    <w:p w14:paraId="7C3E8D6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170_Now From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Altar-Naomi.mp3</w:t>
      </w:r>
    </w:p>
    <w:p w14:paraId="06C43E0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172_2_Now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Day Is Over-Merrial.mp3</w:t>
      </w:r>
    </w:p>
    <w:p w14:paraId="318C6BA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177_2_Softly Now-Seymour.mp3</w:t>
      </w:r>
    </w:p>
    <w:p w14:paraId="7309FE9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189_And Now O Father-4v-Unde </w:t>
      </w:r>
      <w:proofErr w:type="spellStart"/>
      <w:r w:rsidRPr="00F32DF4">
        <w:rPr>
          <w:sz w:val="20"/>
          <w:szCs w:val="20"/>
        </w:rPr>
        <w:t>EtM</w:t>
      </w:r>
      <w:proofErr w:type="spellEnd"/>
      <w:r w:rsidRPr="00F32DF4">
        <w:rPr>
          <w:sz w:val="20"/>
          <w:szCs w:val="20"/>
        </w:rPr>
        <w:t xml:space="preserve"> emores.mp3</w:t>
      </w:r>
    </w:p>
    <w:p w14:paraId="6177DCE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190_Let Thy Blood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Mercy-Luise.mp3</w:t>
      </w:r>
    </w:p>
    <w:p w14:paraId="4E62C79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195_</w:t>
      </w:r>
      <w:proofErr w:type="gramStart"/>
      <w:r w:rsidRPr="00F32DF4">
        <w:rPr>
          <w:sz w:val="20"/>
          <w:szCs w:val="20"/>
        </w:rPr>
        <w:t>Father</w:t>
      </w:r>
      <w:proofErr w:type="gramEnd"/>
      <w:r w:rsidRPr="00F32DF4">
        <w:rPr>
          <w:sz w:val="20"/>
          <w:szCs w:val="20"/>
        </w:rPr>
        <w:t xml:space="preserve"> We Thank-Rendez A Dieu.mp3</w:t>
      </w:r>
    </w:p>
    <w:p w14:paraId="3E8EAEE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196_Bread Of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World-Eucharistic Hymn.mp3</w:t>
      </w:r>
    </w:p>
    <w:p w14:paraId="02D8109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197_Let All Mortal Flesh-4v-Picardy.mp3</w:t>
      </w:r>
    </w:p>
    <w:p w14:paraId="36000C7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198_1_O God Unseen-Flavian.mp3</w:t>
      </w:r>
    </w:p>
    <w:p w14:paraId="3AEB659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199_2_Now My Tongue-St Thomas.mp3</w:t>
      </w:r>
    </w:p>
    <w:p w14:paraId="73A4FDF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202_2_Draw Nigh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Take-Lammas.mp3</w:t>
      </w:r>
    </w:p>
    <w:p w14:paraId="1BB0AC3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203_My God Thy Table Now-Rockingham.mp3</w:t>
      </w:r>
    </w:p>
    <w:p w14:paraId="63CBF45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204_Humbly I Adore-</w:t>
      </w:r>
      <w:proofErr w:type="spellStart"/>
      <w:r w:rsidRPr="00F32DF4">
        <w:rPr>
          <w:sz w:val="20"/>
          <w:szCs w:val="20"/>
        </w:rPr>
        <w:t>Adoro</w:t>
      </w:r>
      <w:proofErr w:type="spellEnd"/>
      <w:r w:rsidRPr="00F32DF4">
        <w:rPr>
          <w:sz w:val="20"/>
          <w:szCs w:val="20"/>
        </w:rPr>
        <w:t xml:space="preserve"> Devote.mp3</w:t>
      </w:r>
    </w:p>
    <w:p w14:paraId="22690A6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208_Here O My Lord-Penitentia.mp3</w:t>
      </w:r>
    </w:p>
    <w:p w14:paraId="32C069E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209_2_O Saving Victim-St Vincent.mp3</w:t>
      </w:r>
    </w:p>
    <w:p w14:paraId="1AACB3D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211_Come With Us-Jesu Joy.mp3</w:t>
      </w:r>
    </w:p>
    <w:p w14:paraId="6E7D0E6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212_Bread Of Heaven-Maclagan.mp3</w:t>
      </w:r>
    </w:p>
    <w:p w14:paraId="4E9EA5E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213_Shepherd Of Souls-St Agnes.mp3</w:t>
      </w:r>
    </w:p>
    <w:p w14:paraId="374FDED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218_Come Holy Ghost Creator Blest-Mendon.mp3</w:t>
      </w:r>
    </w:p>
    <w:p w14:paraId="0E24E05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220_God Of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Prophets-Toulon.mp3</w:t>
      </w:r>
    </w:p>
    <w:p w14:paraId="37BEEAE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227_All Things Are Thine-Gardiner-4v.mp3</w:t>
      </w:r>
    </w:p>
    <w:p w14:paraId="324596F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229_God The Father God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Son-Lebbaeus.mp3</w:t>
      </w:r>
    </w:p>
    <w:p w14:paraId="32BCC09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233_2_Jesus </w:t>
      </w:r>
      <w:proofErr w:type="gramStart"/>
      <w:r w:rsidRPr="00F32DF4">
        <w:rPr>
          <w:sz w:val="20"/>
          <w:szCs w:val="20"/>
        </w:rPr>
        <w:t>With</w:t>
      </w:r>
      <w:proofErr w:type="gramEnd"/>
      <w:r w:rsidRPr="00F32DF4">
        <w:rPr>
          <w:sz w:val="20"/>
          <w:szCs w:val="20"/>
        </w:rPr>
        <w:t xml:space="preserve"> Thy Church-Hervey.mp3</w:t>
      </w:r>
    </w:p>
    <w:p w14:paraId="0E364D2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241_1_Jesus Tender Shepherd-Evening Prayer.mp3</w:t>
      </w:r>
    </w:p>
    <w:p w14:paraId="543AD69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243_I Sing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Song-Grand Isle.mp3</w:t>
      </w:r>
    </w:p>
    <w:p w14:paraId="7048322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244_God Whose Name-Haslemere.mp3</w:t>
      </w:r>
    </w:p>
    <w:p w14:paraId="1CB807D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245_Can You Count-German Folk.mp3</w:t>
      </w:r>
    </w:p>
    <w:p w14:paraId="5B1078B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247_Saviour Like </w:t>
      </w:r>
      <w:proofErr w:type="gramStart"/>
      <w:r w:rsidRPr="00F32DF4">
        <w:rPr>
          <w:sz w:val="20"/>
          <w:szCs w:val="20"/>
        </w:rPr>
        <w:t>A</w:t>
      </w:r>
      <w:proofErr w:type="gramEnd"/>
      <w:r w:rsidRPr="00F32DF4">
        <w:rPr>
          <w:sz w:val="20"/>
          <w:szCs w:val="20"/>
        </w:rPr>
        <w:t xml:space="preserve"> Shepherd-Sicilian Mariners.mp3</w:t>
      </w:r>
    </w:p>
    <w:p w14:paraId="21F439F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256_O Spirit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Living God-Melcombe.mp3</w:t>
      </w:r>
    </w:p>
    <w:p w14:paraId="3160434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257_Hasten The Time-Lancashire.mp3</w:t>
      </w:r>
    </w:p>
    <w:p w14:paraId="5502858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258_Christ Is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Worlds True Light-St Joan.mp3</w:t>
      </w:r>
    </w:p>
    <w:p w14:paraId="5CC9CB2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259_2_Fling Out the Banner-Waltham.mp3</w:t>
      </w:r>
    </w:p>
    <w:p w14:paraId="4484B1E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260_2_How Wondrous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Great-Lyons.mp3</w:t>
      </w:r>
    </w:p>
    <w:p w14:paraId="31AAA17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261_O Sion Haste-Tidings.mp3</w:t>
      </w:r>
    </w:p>
    <w:p w14:paraId="7A025B2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262_Remember All the People-Far Off Lands.mp3</w:t>
      </w:r>
    </w:p>
    <w:p w14:paraId="476FD51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263_1_In Christ There Is No-4v-McKee.mp3</w:t>
      </w:r>
    </w:p>
    <w:p w14:paraId="284E98D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264_The Morning Light is Breaking-Webb.mp3</w:t>
      </w:r>
    </w:p>
    <w:p w14:paraId="6A494C0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266_Holy Holy Holy-Nicea.mp3</w:t>
      </w:r>
    </w:p>
    <w:p w14:paraId="18F5F0E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267_Holy Father Great </w:t>
      </w:r>
      <w:proofErr w:type="spellStart"/>
      <w:r w:rsidRPr="00F32DF4">
        <w:rPr>
          <w:sz w:val="20"/>
          <w:szCs w:val="20"/>
        </w:rPr>
        <w:t>Creatpr</w:t>
      </w:r>
      <w:proofErr w:type="spellEnd"/>
      <w:r w:rsidRPr="00F32DF4">
        <w:rPr>
          <w:sz w:val="20"/>
          <w:szCs w:val="20"/>
        </w:rPr>
        <w:t>-Regent Sq.mp3</w:t>
      </w:r>
    </w:p>
    <w:p w14:paraId="2E26766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268_I Bind </w:t>
      </w:r>
      <w:proofErr w:type="gramStart"/>
      <w:r w:rsidRPr="00F32DF4">
        <w:rPr>
          <w:sz w:val="20"/>
          <w:szCs w:val="20"/>
        </w:rPr>
        <w:t>Unto</w:t>
      </w:r>
      <w:proofErr w:type="gramEnd"/>
      <w:r w:rsidRPr="00F32DF4">
        <w:rPr>
          <w:sz w:val="20"/>
          <w:szCs w:val="20"/>
        </w:rPr>
        <w:t xml:space="preserve"> Myself-St Patrick.mp3</w:t>
      </w:r>
    </w:p>
    <w:p w14:paraId="1499FE2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269_Round The Lord-Moultrie.mp3</w:t>
      </w:r>
    </w:p>
    <w:p w14:paraId="72B7EDB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270_Holy Holy </w:t>
      </w:r>
      <w:proofErr w:type="spellStart"/>
      <w:r w:rsidRPr="00F32DF4">
        <w:rPr>
          <w:sz w:val="20"/>
          <w:szCs w:val="20"/>
        </w:rPr>
        <w:t>Holy</w:t>
      </w:r>
      <w:proofErr w:type="spellEnd"/>
      <w:r w:rsidRPr="00F32DF4">
        <w:rPr>
          <w:sz w:val="20"/>
          <w:szCs w:val="20"/>
        </w:rPr>
        <w:t xml:space="preserve"> Lord-St Athanasius.mp3</w:t>
      </w:r>
    </w:p>
    <w:p w14:paraId="1528681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271_Come Thou Almighty-4v-Moscow.mp3</w:t>
      </w:r>
    </w:p>
    <w:p w14:paraId="4A2F157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272_Thou </w:t>
      </w:r>
      <w:proofErr w:type="gramStart"/>
      <w:r w:rsidRPr="00F32DF4">
        <w:rPr>
          <w:sz w:val="20"/>
          <w:szCs w:val="20"/>
        </w:rPr>
        <w:t>Whose</w:t>
      </w:r>
      <w:proofErr w:type="gramEnd"/>
      <w:r w:rsidRPr="00F32DF4">
        <w:rPr>
          <w:sz w:val="20"/>
          <w:szCs w:val="20"/>
        </w:rPr>
        <w:t xml:space="preserve"> Almighty Word-Moscow.mp3</w:t>
      </w:r>
    </w:p>
    <w:p w14:paraId="0B5897B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273_Holy God We Praise-</w:t>
      </w:r>
      <w:proofErr w:type="spellStart"/>
      <w:r w:rsidRPr="00F32DF4">
        <w:rPr>
          <w:sz w:val="20"/>
          <w:szCs w:val="20"/>
        </w:rPr>
        <w:t>Te</w:t>
      </w:r>
      <w:proofErr w:type="spellEnd"/>
      <w:r w:rsidRPr="00F32DF4">
        <w:rPr>
          <w:sz w:val="20"/>
          <w:szCs w:val="20"/>
        </w:rPr>
        <w:t xml:space="preserve"> Deum.mp3</w:t>
      </w:r>
    </w:p>
    <w:p w14:paraId="60C1BEA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274_Ancient Of Days-Albany.mp3</w:t>
      </w:r>
    </w:p>
    <w:p w14:paraId="03BC88E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275_Holy Father Cheer Our Way-Capetown.mp3</w:t>
      </w:r>
    </w:p>
    <w:p w14:paraId="72DBE2A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276_Now Thank We All-N Danket.mp3</w:t>
      </w:r>
    </w:p>
    <w:p w14:paraId="7892DC0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277_From All That Dwell-Old 100.mp3</w:t>
      </w:r>
    </w:p>
    <w:p w14:paraId="350F338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278_All People That </w:t>
      </w:r>
      <w:proofErr w:type="gramStart"/>
      <w:r w:rsidRPr="00F32DF4">
        <w:rPr>
          <w:sz w:val="20"/>
          <w:szCs w:val="20"/>
        </w:rPr>
        <w:t>On</w:t>
      </w:r>
      <w:proofErr w:type="gramEnd"/>
      <w:r w:rsidRPr="00F32DF4">
        <w:rPr>
          <w:sz w:val="20"/>
          <w:szCs w:val="20"/>
        </w:rPr>
        <w:t xml:space="preserve"> Earth-Old 100.mp3</w:t>
      </w:r>
    </w:p>
    <w:p w14:paraId="2338DD8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279_Praise To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Lord-Praise to the Lord.mp3</w:t>
      </w:r>
    </w:p>
    <w:p w14:paraId="57970D7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280_God My King-Stuttgart.mp3</w:t>
      </w:r>
    </w:p>
    <w:p w14:paraId="58ED238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281_ALT769_Joyful Joyful-Hymn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Joy.mp3</w:t>
      </w:r>
    </w:p>
    <w:p w14:paraId="1C7948A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281_Joyful Joyful-Alleluia.mp3</w:t>
      </w:r>
    </w:p>
    <w:p w14:paraId="73E4777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282_Praise My Soul-Lauda Anima.mp3</w:t>
      </w:r>
    </w:p>
    <w:p w14:paraId="1EC72F4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284_ALT11_My God How Wonderful-St Stephen.mp3</w:t>
      </w:r>
    </w:p>
    <w:p w14:paraId="5A6D68C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287_Give </w:t>
      </w:r>
      <w:proofErr w:type="spellStart"/>
      <w:r w:rsidRPr="00F32DF4">
        <w:rPr>
          <w:sz w:val="20"/>
          <w:szCs w:val="20"/>
        </w:rPr>
        <w:t>PraiseAnd</w:t>
      </w:r>
      <w:proofErr w:type="spellEnd"/>
      <w:r w:rsidRPr="00F32DF4">
        <w:rPr>
          <w:sz w:val="20"/>
          <w:szCs w:val="20"/>
        </w:rPr>
        <w:t xml:space="preserve"> Glory-Elbing.mp3</w:t>
      </w:r>
    </w:p>
    <w:p w14:paraId="32592D5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288_O Worship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King-Hanover.mp3</w:t>
      </w:r>
    </w:p>
    <w:p w14:paraId="222CA83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289_O God Our Help-St Anne.mp3</w:t>
      </w:r>
    </w:p>
    <w:p w14:paraId="263EF2E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291_Lord Of All Being-Mendon.mp3</w:t>
      </w:r>
    </w:p>
    <w:p w14:paraId="57F900A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294_Sing My Soul-St Bees.mp3</w:t>
      </w:r>
    </w:p>
    <w:p w14:paraId="069AC8C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296_ALT140_For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Beauty-Dix.mp3</w:t>
      </w:r>
    </w:p>
    <w:p w14:paraId="7B1475E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297_ALT11_When All Thy Mercies-St Stephen.mp3</w:t>
      </w:r>
    </w:p>
    <w:p w14:paraId="5AFBAD9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299_Sing Praise to God-Elbing.mp3</w:t>
      </w:r>
    </w:p>
    <w:p w14:paraId="043FDDD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300_Before The Lord Jehova-Winchester New.mp3</w:t>
      </w:r>
    </w:p>
    <w:p w14:paraId="212F36D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301_Immortal Invisible-St Denio.mp3</w:t>
      </w:r>
    </w:p>
    <w:p w14:paraId="2B586C0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304_Theres A Wideness-Beecher.mp3</w:t>
      </w:r>
    </w:p>
    <w:p w14:paraId="7A34A3F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311_All Things Bright-Royal Oak.mp3</w:t>
      </w:r>
    </w:p>
    <w:p w14:paraId="5083957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312_ALT391_The Lord Will Come-St Flavian.mp3</w:t>
      </w:r>
    </w:p>
    <w:p w14:paraId="6309185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315_We Gather Together-Kremser.mp3</w:t>
      </w:r>
    </w:p>
    <w:p w14:paraId="6EF7D15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319_ALT775_Joy to the World the Lord is Come_Antioch.mp3</w:t>
      </w:r>
    </w:p>
    <w:p w14:paraId="3425F91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321_Thou Didst Leave-Margaret.mp3</w:t>
      </w:r>
    </w:p>
    <w:p w14:paraId="2FD22AD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323_2_Jesus Name of Wondrous Love-St Bees.mp3</w:t>
      </w:r>
    </w:p>
    <w:p w14:paraId="2CC2767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325_2_O for a Thousand Tongues-Arlington.mp3</w:t>
      </w:r>
    </w:p>
    <w:p w14:paraId="3B4860F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325_ALT776_O for a Thousand Tongues-Azmon.mp3</w:t>
      </w:r>
    </w:p>
    <w:p w14:paraId="62BCCF7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329_How Bright Appears-Frankfort.mp3</w:t>
      </w:r>
    </w:p>
    <w:p w14:paraId="00705CC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331_When Jesus Left-Kingsfold.mp3</w:t>
      </w:r>
    </w:p>
    <w:p w14:paraId="71A50A5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332_Saviour When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Dust-Spanish Chant.mp3</w:t>
      </w:r>
    </w:p>
    <w:p w14:paraId="638BDFE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334_In The Hour-Penitence.mp3</w:t>
      </w:r>
    </w:p>
    <w:p w14:paraId="0819EDB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335_Glory Be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Jesus-Caswall.mp3</w:t>
      </w:r>
    </w:p>
    <w:p w14:paraId="65C0AFC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336_In The Cross-5v-Rathbun.mp3</w:t>
      </w:r>
    </w:p>
    <w:p w14:paraId="2C23AD7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337_When I Survery-Rockingham.mp3</w:t>
      </w:r>
    </w:p>
    <w:p w14:paraId="6FC2C86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339_O Lamb of God Still Keep-St Chris.mp3</w:t>
      </w:r>
    </w:p>
    <w:p w14:paraId="1E901D1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341_Beneath The Cross-St Chris.mp3</w:t>
      </w:r>
    </w:p>
    <w:p w14:paraId="19B9FD2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343_2_Praise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Holiest-Gerontius.mp3</w:t>
      </w:r>
    </w:p>
    <w:p w14:paraId="0F31F20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344_O Love How Deep-Deus </w:t>
      </w:r>
      <w:proofErr w:type="spellStart"/>
      <w:r w:rsidRPr="00F32DF4">
        <w:rPr>
          <w:sz w:val="20"/>
          <w:szCs w:val="20"/>
        </w:rPr>
        <w:t>Tuorum</w:t>
      </w:r>
      <w:proofErr w:type="spellEnd"/>
      <w:r w:rsidRPr="00F32DF4">
        <w:rPr>
          <w:sz w:val="20"/>
          <w:szCs w:val="20"/>
        </w:rPr>
        <w:t xml:space="preserve"> Militum.mp3</w:t>
      </w:r>
    </w:p>
    <w:p w14:paraId="0A1DB74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345_2_The King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Love-Dominus </w:t>
      </w:r>
      <w:proofErr w:type="spellStart"/>
      <w:r w:rsidRPr="00F32DF4">
        <w:rPr>
          <w:sz w:val="20"/>
          <w:szCs w:val="20"/>
        </w:rPr>
        <w:t>Regit</w:t>
      </w:r>
      <w:proofErr w:type="spellEnd"/>
      <w:r w:rsidRPr="00F32DF4">
        <w:rPr>
          <w:sz w:val="20"/>
          <w:szCs w:val="20"/>
        </w:rPr>
        <w:t xml:space="preserve"> Me.mp3</w:t>
      </w:r>
    </w:p>
    <w:p w14:paraId="310BF68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346_2_Fairest Lord Jesus-Schonster.mp3</w:t>
      </w:r>
    </w:p>
    <w:p w14:paraId="32FC8E0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347_2_Alleluia Sing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Jesus-Hyfrydol.mp3</w:t>
      </w:r>
    </w:p>
    <w:p w14:paraId="1DE264B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349_O Saviour Precious-Watermouth.mp3</w:t>
      </w:r>
    </w:p>
    <w:p w14:paraId="113F5C3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350_1_Rejoice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 Is King-Jubilate.mp3</w:t>
      </w:r>
    </w:p>
    <w:p w14:paraId="46C23EC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351_Praise The Lord-Sleepers Wake.mp3</w:t>
      </w:r>
    </w:p>
    <w:p w14:paraId="24EEBE4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352_Crown Him </w:t>
      </w:r>
      <w:proofErr w:type="gramStart"/>
      <w:r w:rsidRPr="00F32DF4">
        <w:rPr>
          <w:sz w:val="20"/>
          <w:szCs w:val="20"/>
        </w:rPr>
        <w:t>With</w:t>
      </w:r>
      <w:proofErr w:type="gramEnd"/>
      <w:r w:rsidRPr="00F32DF4">
        <w:rPr>
          <w:sz w:val="20"/>
          <w:szCs w:val="20"/>
        </w:rPr>
        <w:t xml:space="preserve"> Many Crowns-Diademata.mp3</w:t>
      </w:r>
    </w:p>
    <w:p w14:paraId="76071BF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354_ALT331_And Have the Bright Immensities-Kingsfold.mp3</w:t>
      </w:r>
    </w:p>
    <w:p w14:paraId="09C8889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355_1_All Hail the Power-Coronation.mp3</w:t>
      </w:r>
    </w:p>
    <w:p w14:paraId="6D2D6CD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359_Golden Harps are Sounding-St Theresa.mp3</w:t>
      </w:r>
    </w:p>
    <w:p w14:paraId="02B629D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361_1_Immortal Love-Bishopthorpe.mp3</w:t>
      </w:r>
    </w:p>
    <w:p w14:paraId="2170B32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363_Lord Of All Hopefulness-Slane.mp3</w:t>
      </w:r>
    </w:p>
    <w:p w14:paraId="7B962EB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366_126_All Praise to Thee for Thou-Sine Nomine.mp3</w:t>
      </w:r>
    </w:p>
    <w:p w14:paraId="4B8B3F3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366_All Praise to Thee for Thou-Amen-Engelberg.mp3</w:t>
      </w:r>
    </w:p>
    <w:p w14:paraId="380593F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367_When Morning Gilds-</w:t>
      </w:r>
      <w:proofErr w:type="spellStart"/>
      <w:r w:rsidRPr="00F32DF4">
        <w:rPr>
          <w:sz w:val="20"/>
          <w:szCs w:val="20"/>
        </w:rPr>
        <w:t>Laudis</w:t>
      </w:r>
      <w:proofErr w:type="spellEnd"/>
      <w:r w:rsidRPr="00F32DF4">
        <w:rPr>
          <w:sz w:val="20"/>
          <w:szCs w:val="20"/>
        </w:rPr>
        <w:t xml:space="preserve"> Domini.mp3</w:t>
      </w:r>
    </w:p>
    <w:p w14:paraId="490A939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369_Come Holy Spirit Heavenly-St Agnes.mp3</w:t>
      </w:r>
    </w:p>
    <w:p w14:paraId="35CDFE4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370_Spirit Divine Attend-Graefenberg.mp3</w:t>
      </w:r>
    </w:p>
    <w:p w14:paraId="3AA0902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374_O King Enthroned-Temple.mp3</w:t>
      </w:r>
    </w:p>
    <w:p w14:paraId="3CC7285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375_2_Breathe </w:t>
      </w:r>
      <w:proofErr w:type="gramStart"/>
      <w:r w:rsidRPr="00F32DF4">
        <w:rPr>
          <w:sz w:val="20"/>
          <w:szCs w:val="20"/>
        </w:rPr>
        <w:t>On</w:t>
      </w:r>
      <w:proofErr w:type="gramEnd"/>
      <w:r w:rsidRPr="00F32DF4">
        <w:rPr>
          <w:sz w:val="20"/>
          <w:szCs w:val="20"/>
        </w:rPr>
        <w:t xml:space="preserve"> Me-Nova Vita.mp3</w:t>
      </w:r>
    </w:p>
    <w:p w14:paraId="3F64962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377_Holy Spirit Truth-LewTrenchard.mp3</w:t>
      </w:r>
    </w:p>
    <w:p w14:paraId="10E2627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378_2_Come Gracious Spirit-Mendon.mp3</w:t>
      </w:r>
    </w:p>
    <w:p w14:paraId="57E83D7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379_Gracious Spirit Holy Ghost-Capetown.mp3</w:t>
      </w:r>
    </w:p>
    <w:p w14:paraId="038A7D4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384_Christ Is Made-Regent Sq.mp3</w:t>
      </w:r>
    </w:p>
    <w:p w14:paraId="72F418F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385_Glorious Things-Austria.mp3</w:t>
      </w:r>
    </w:p>
    <w:p w14:paraId="196E298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388_I Love Thy Kingdom-Thomas.mp3</w:t>
      </w:r>
    </w:p>
    <w:p w14:paraId="323BCE4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389_2_Rise Crowned with Light-National Hymn.mp3</w:t>
      </w:r>
    </w:p>
    <w:p w14:paraId="3B65300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391_Thy Kingdom Come on Bended Knee-St Flavian.mp3</w:t>
      </w:r>
    </w:p>
    <w:p w14:paraId="33F0DCF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393_Faith of Our Fathers-St Catherine.mp3</w:t>
      </w:r>
    </w:p>
    <w:p w14:paraId="3A59570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394_Through The Night-St Asaph.mp3</w:t>
      </w:r>
    </w:p>
    <w:p w14:paraId="106B9D7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395_Lord Of Our Life-Cloisters.mp3</w:t>
      </w:r>
    </w:p>
    <w:p w14:paraId="0B8427B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396_The </w:t>
      </w:r>
      <w:proofErr w:type="spellStart"/>
      <w:r w:rsidRPr="00F32DF4">
        <w:rPr>
          <w:sz w:val="20"/>
          <w:szCs w:val="20"/>
        </w:rPr>
        <w:t>Churchs</w:t>
      </w:r>
      <w:proofErr w:type="spellEnd"/>
      <w:r w:rsidRPr="00F32DF4">
        <w:rPr>
          <w:sz w:val="20"/>
          <w:szCs w:val="20"/>
        </w:rPr>
        <w:t xml:space="preserve"> One Foundation-5v-Aurelia.mp3</w:t>
      </w:r>
    </w:p>
    <w:p w14:paraId="67F3356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399_Lord Your Word-Ravenshaw.mp3</w:t>
      </w:r>
    </w:p>
    <w:p w14:paraId="785549B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400_Lamp Of Our Feet-Graefenberg.mp3</w:t>
      </w:r>
    </w:p>
    <w:p w14:paraId="7AF92D3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402_O Word of God Incarnate-Munich.mp3</w:t>
      </w:r>
    </w:p>
    <w:p w14:paraId="4448AB6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403_Book of Books-Liebster Jesu.mp3</w:t>
      </w:r>
    </w:p>
    <w:p w14:paraId="32E4D4E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407_O Jesus Thou Art Standing-St Hilda.mp3</w:t>
      </w:r>
    </w:p>
    <w:p w14:paraId="0FC8822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408_Take My Life-Hollingside.mp3</w:t>
      </w:r>
    </w:p>
    <w:p w14:paraId="1A34E82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409_3_Just </w:t>
      </w:r>
      <w:proofErr w:type="gramStart"/>
      <w:r w:rsidRPr="00F32DF4">
        <w:rPr>
          <w:sz w:val="20"/>
          <w:szCs w:val="20"/>
        </w:rPr>
        <w:t>As</w:t>
      </w:r>
      <w:proofErr w:type="gramEnd"/>
      <w:r w:rsidRPr="00F32DF4">
        <w:rPr>
          <w:sz w:val="20"/>
          <w:szCs w:val="20"/>
        </w:rPr>
        <w:t xml:space="preserve"> I Am-Woodworth.mp3</w:t>
      </w:r>
    </w:p>
    <w:p w14:paraId="7ABB1AE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410_2_Lord When We Bend-Martyrdom.mp3</w:t>
      </w:r>
    </w:p>
    <w:p w14:paraId="7703D79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411_O Thou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Whose-Grace Church.mp3</w:t>
      </w:r>
    </w:p>
    <w:p w14:paraId="6973E88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414_ALT416_O For a Heart to Praise-Beatitude.mp3</w:t>
      </w:r>
    </w:p>
    <w:p w14:paraId="1EAC169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414_O For a Heart to Praise-Kilmarnock.mp3</w:t>
      </w:r>
    </w:p>
    <w:p w14:paraId="4AEBD51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415_2_Jesus Lover-3v-Hollingside.mp3</w:t>
      </w:r>
    </w:p>
    <w:p w14:paraId="545A56E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416_2_O For a Closer Walk-Beatitudo.mp3</w:t>
      </w:r>
    </w:p>
    <w:p w14:paraId="28C3BDD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417_ALT781_Lord Jesus Think on Me-Southwell.mp3</w:t>
      </w:r>
    </w:p>
    <w:p w14:paraId="7855F11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417_Lord Jesus Think-St Bride.mp3</w:t>
      </w:r>
    </w:p>
    <w:p w14:paraId="140EC3F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422_What A Friend-Converse.mp3</w:t>
      </w:r>
    </w:p>
    <w:p w14:paraId="1581A97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424_1_I Heard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Voice-Vox Dilecti.mp3</w:t>
      </w:r>
    </w:p>
    <w:p w14:paraId="2A4DF01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426_He Leadeth Me-Aughton.mp3</w:t>
      </w:r>
    </w:p>
    <w:p w14:paraId="0AFFE03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428_Saviour Teach Me Day by Day-Buckland.mp3</w:t>
      </w:r>
    </w:p>
    <w:p w14:paraId="1548A91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430_1_Lead Kindly Light-Sandon.mp3</w:t>
      </w:r>
    </w:p>
    <w:p w14:paraId="1F8BC9C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433_2_Lead Us O Father-Langran.mp3</w:t>
      </w:r>
    </w:p>
    <w:p w14:paraId="50C8726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434_ALT009_Guide Me O Thou great Jehova-Merton.mp3</w:t>
      </w:r>
    </w:p>
    <w:p w14:paraId="34DA434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435_2_Dear Lord </w:t>
      </w:r>
      <w:proofErr w:type="gramStart"/>
      <w:r w:rsidRPr="00F32DF4">
        <w:rPr>
          <w:sz w:val="20"/>
          <w:szCs w:val="20"/>
        </w:rPr>
        <w:t>And</w:t>
      </w:r>
      <w:proofErr w:type="gramEnd"/>
      <w:r w:rsidRPr="00F32DF4">
        <w:rPr>
          <w:sz w:val="20"/>
          <w:szCs w:val="20"/>
        </w:rPr>
        <w:t xml:space="preserve"> Father-5v-Rest.mp3</w:t>
      </w:r>
    </w:p>
    <w:p w14:paraId="3453841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436_2_Peace Perfect Peace-Pax Tecum.mp3</w:t>
      </w:r>
    </w:p>
    <w:p w14:paraId="02FF078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438_I Need Thee Every Hour-Need.mp3</w:t>
      </w:r>
    </w:p>
    <w:p w14:paraId="0CD1719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440_1_Watchman Tell Us-Watchman.mp3</w:t>
      </w:r>
    </w:p>
    <w:p w14:paraId="5A0028C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446_Commit Thou All That Grieves Thee-Passion chorale.mp3</w:t>
      </w:r>
    </w:p>
    <w:p w14:paraId="5329CA4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449_My Faith Looks Up-Olivet.mp3</w:t>
      </w:r>
    </w:p>
    <w:p w14:paraId="0541EED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450_As Pants the Hart-Martyrdom.mp3</w:t>
      </w:r>
    </w:p>
    <w:p w14:paraId="4D74A14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455_How Sweet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Name-St Peter.mp3</w:t>
      </w:r>
    </w:p>
    <w:p w14:paraId="0E5BB4E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457_O Love That Casts-Moseley.mp3</w:t>
      </w:r>
    </w:p>
    <w:p w14:paraId="6F36C2E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458_2_O Love That Wilt Not-St Margaret.mp3</w:t>
      </w:r>
    </w:p>
    <w:p w14:paraId="22E0D7D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460_Jesus my Lord-St Chrysostom.mp3</w:t>
      </w:r>
    </w:p>
    <w:p w14:paraId="26C6042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462_1_Jeses the Very Thought of Thee-Windsor.mp3</w:t>
      </w:r>
    </w:p>
    <w:p w14:paraId="15999E2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464_Thou Hidden Love of God-St Catherine.mp3</w:t>
      </w:r>
    </w:p>
    <w:p w14:paraId="415576D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465_Nearer My God-5v-Bethany.mp3</w:t>
      </w:r>
    </w:p>
    <w:p w14:paraId="06BDF2A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466_God Be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My Head-Lytlington.mp3</w:t>
      </w:r>
    </w:p>
    <w:p w14:paraId="40138A0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467_AbideWith Me-Eventide.mp3</w:t>
      </w:r>
    </w:p>
    <w:p w14:paraId="48A2E45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471_2_Rock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Ages-Toplady.mp3</w:t>
      </w:r>
    </w:p>
    <w:p w14:paraId="2C1EC77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474_O Day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Rest-Woodbird.mp3</w:t>
      </w:r>
    </w:p>
    <w:p w14:paraId="33D7866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479_2_Love Divine-Love Divine.mp3</w:t>
      </w:r>
    </w:p>
    <w:p w14:paraId="6E4C43F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481_Joyful Joyful-Alleluia.mp3</w:t>
      </w:r>
    </w:p>
    <w:p w14:paraId="7ED8EC3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483_ComeYe Disconsolate-Consolator.mp3</w:t>
      </w:r>
    </w:p>
    <w:p w14:paraId="62EAF9E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484_Lift Up Your Heads-Truro.mp3</w:t>
      </w:r>
    </w:p>
    <w:p w14:paraId="6B812F5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485_ALT148_Jesus Thou Joy of Loving Hearts-Duke St.mp3</w:t>
      </w:r>
    </w:p>
    <w:p w14:paraId="5601E71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487_Saviour Again-Ellers.mp3</w:t>
      </w:r>
    </w:p>
    <w:p w14:paraId="220AFFC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489_1_Lord Dismiss Us-Sicilian Mariners.mp3</w:t>
      </w:r>
    </w:p>
    <w:p w14:paraId="1B022A8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493_ALT274_O Brother Man-Albany.mp3</w:t>
      </w:r>
    </w:p>
    <w:p w14:paraId="3D26B60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495_2_Blest Be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Tie-Dennis.mp3</w:t>
      </w:r>
    </w:p>
    <w:p w14:paraId="1122898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497_ALT11_O God of Bethel-St Stephen.mp3</w:t>
      </w:r>
    </w:p>
    <w:p w14:paraId="7502EF7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498_Where Cross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Crowded-Gardiner.mp3</w:t>
      </w:r>
    </w:p>
    <w:p w14:paraId="0CA95F8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499_Before Thy Throne-St Petersburg.mp3</w:t>
      </w:r>
    </w:p>
    <w:p w14:paraId="58C299F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501_ALT416_O Lord and Master of us all-Walsall.mp3</w:t>
      </w:r>
    </w:p>
    <w:p w14:paraId="3C9A072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504_Our Father by Whose Name-Rhosymedre.mp3</w:t>
      </w:r>
    </w:p>
    <w:p w14:paraId="7C113C4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511_Jesus Thou Divine Companion-Pleading Saviour.mp3</w:t>
      </w:r>
    </w:p>
    <w:p w14:paraId="3C4188B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518_Judge Eternal-St Leonard.mp3</w:t>
      </w:r>
    </w:p>
    <w:p w14:paraId="3925CA8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519_ALT281_Once to Every Man-Alleluia.mp3</w:t>
      </w:r>
    </w:p>
    <w:p w14:paraId="79D7DA9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519_Once To Every Man-Ebenezer.mp3</w:t>
      </w:r>
    </w:p>
    <w:p w14:paraId="68EA81A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522_Lord Christ When First-Bohemian Brethren.mp3</w:t>
      </w:r>
    </w:p>
    <w:p w14:paraId="077C4AD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523_God The Omnipotent-Russia.mp3</w:t>
      </w:r>
    </w:p>
    <w:p w14:paraId="4650FBC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524_ALT28_God of Grace and God of Glory-Regent Sq.mp3</w:t>
      </w:r>
    </w:p>
    <w:p w14:paraId="2BD7753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524_ALT783_God of Grace and God of </w:t>
      </w:r>
      <w:proofErr w:type="spellStart"/>
      <w:r w:rsidRPr="00F32DF4">
        <w:rPr>
          <w:sz w:val="20"/>
          <w:szCs w:val="20"/>
        </w:rPr>
        <w:t>Glory_Cwm</w:t>
      </w:r>
      <w:proofErr w:type="spellEnd"/>
      <w:r w:rsidRPr="00F32DF4">
        <w:rPr>
          <w:sz w:val="20"/>
          <w:szCs w:val="20"/>
        </w:rPr>
        <w:t xml:space="preserve"> Rhondda.mp3</w:t>
      </w:r>
    </w:p>
    <w:p w14:paraId="03B928E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524_God of Grace and God of Glory-Mannheim.mp3</w:t>
      </w:r>
    </w:p>
    <w:p w14:paraId="7163294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528_O God of Love-Hesperus.mp3</w:t>
      </w:r>
    </w:p>
    <w:p w14:paraId="0432FF8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530_ALT10_Almighty Father who dost give-Winchester New.mp3</w:t>
      </w:r>
    </w:p>
    <w:p w14:paraId="3380BD9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535_Rise Up O Men-Festal Song.mp3</w:t>
      </w:r>
    </w:p>
    <w:p w14:paraId="6CF75AB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536_Turn Back O Man-Old 124.mp3</w:t>
      </w:r>
    </w:p>
    <w:p w14:paraId="68603C8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537_Christ For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World-Moscow.mp3</w:t>
      </w:r>
    </w:p>
    <w:p w14:paraId="4EFDFDD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538_God Is Working-Purpose.mp3</w:t>
      </w:r>
    </w:p>
    <w:p w14:paraId="010057A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539_2_Soon May the Last Glad Song Arise-Truro.mp3</w:t>
      </w:r>
    </w:p>
    <w:p w14:paraId="052EA79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542_Jesus Shall Reign-Duke St.mp3</w:t>
      </w:r>
    </w:p>
    <w:p w14:paraId="69E0E9A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544_Thy Kingdom Come O God-St Cecilia.mp3</w:t>
      </w:r>
    </w:p>
    <w:p w14:paraId="746FC8A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545_1_Hail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Lords-Woodbird.mp3</w:t>
      </w:r>
    </w:p>
    <w:p w14:paraId="7F7145E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545_2_Hail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Lords-Zoan.mp3</w:t>
      </w:r>
    </w:p>
    <w:p w14:paraId="3793480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547_2_O God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Truth-Marlow.mp3</w:t>
      </w:r>
    </w:p>
    <w:p w14:paraId="283EBBF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549_The Son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God-All Saints New.mp3</w:t>
      </w:r>
    </w:p>
    <w:p w14:paraId="09BDA58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550_Am I A Soldier-Marlow.mp3</w:t>
      </w:r>
    </w:p>
    <w:p w14:paraId="4B84321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551_A Mighty Fortress-Feste Burg.mp3</w:t>
      </w:r>
    </w:p>
    <w:p w14:paraId="2982747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552_Soldiers Of Christ-Silver Street.mp3</w:t>
      </w:r>
    </w:p>
    <w:p w14:paraId="0CBB10D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553_Go Forward-Lancashire.mp3</w:t>
      </w:r>
    </w:p>
    <w:p w14:paraId="7F80C0A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554_Lead On O King-Lancashire.mp3</w:t>
      </w:r>
    </w:p>
    <w:p w14:paraId="096B65E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555_My Soul Be On-Heath.mp3</w:t>
      </w:r>
    </w:p>
    <w:p w14:paraId="7831921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556_2_Christian Dost Thou See-St Andrew of Crete.mp3</w:t>
      </w:r>
    </w:p>
    <w:p w14:paraId="20BEF65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557_Onward Christian Soldiers-St Gertrude.mp3</w:t>
      </w:r>
    </w:p>
    <w:p w14:paraId="58FC597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558_Oft In Danger-University College.mp3</w:t>
      </w:r>
    </w:p>
    <w:p w14:paraId="6401147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560_Fight The Good Fight-Pentecost.mp3</w:t>
      </w:r>
    </w:p>
    <w:p w14:paraId="187B7BE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562_Stand Up Stand Up-Webb.mp3</w:t>
      </w:r>
    </w:p>
    <w:p w14:paraId="544C9F1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563_He Who Would-St Dunstans.mp3</w:t>
      </w:r>
    </w:p>
    <w:p w14:paraId="1A7EFC5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564_How Firm A Foundation-Lyons.mp3</w:t>
      </w:r>
    </w:p>
    <w:p w14:paraId="14A41D3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566_Jesus Calls Us-Galilee.mp3</w:t>
      </w:r>
    </w:p>
    <w:p w14:paraId="77012E2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567_Lead Us Heavenly Father-Dulce Carmen.mp3</w:t>
      </w:r>
    </w:p>
    <w:p w14:paraId="03556FD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568_On Our Way Rejoicing-Hermas.mp3</w:t>
      </w:r>
    </w:p>
    <w:p w14:paraId="7FAFFF0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569_Lord Who Throughout-St Flavian.mp3</w:t>
      </w:r>
    </w:p>
    <w:p w14:paraId="1DD8197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lastRenderedPageBreak/>
        <w:t>570_2_O Jesus I Have Promised-Rest.mp3</w:t>
      </w:r>
    </w:p>
    <w:p w14:paraId="065604A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572_O Master Let Me Walk-Maryton.mp3</w:t>
      </w:r>
    </w:p>
    <w:p w14:paraId="2CFD88B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573_Go </w:t>
      </w:r>
      <w:proofErr w:type="spellStart"/>
      <w:r w:rsidRPr="00F32DF4">
        <w:rPr>
          <w:sz w:val="20"/>
          <w:szCs w:val="20"/>
        </w:rPr>
        <w:t>Labour</w:t>
      </w:r>
      <w:proofErr w:type="spellEnd"/>
      <w:r w:rsidRPr="00F32DF4">
        <w:rPr>
          <w:sz w:val="20"/>
          <w:szCs w:val="20"/>
        </w:rPr>
        <w:t xml:space="preserve"> On-Angels Song.mp3</w:t>
      </w:r>
    </w:p>
    <w:p w14:paraId="157356C3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574_2_Lord Speak to Me-Holley.mp3</w:t>
      </w:r>
    </w:p>
    <w:p w14:paraId="04D42EB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576_Come Labor On-Ora Labora.mp3</w:t>
      </w:r>
    </w:p>
    <w:p w14:paraId="5B11CF7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577_Awake My Soul-Christmas.mp3</w:t>
      </w:r>
    </w:p>
    <w:p w14:paraId="5550FB0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578_2_Children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</w:t>
      </w:r>
      <w:proofErr w:type="gramStart"/>
      <w:r w:rsidRPr="00F32DF4">
        <w:rPr>
          <w:sz w:val="20"/>
          <w:szCs w:val="20"/>
        </w:rPr>
        <w:t>The</w:t>
      </w:r>
      <w:proofErr w:type="gramEnd"/>
      <w:r w:rsidRPr="00F32DF4">
        <w:rPr>
          <w:sz w:val="20"/>
          <w:szCs w:val="20"/>
        </w:rPr>
        <w:t xml:space="preserve"> Heavenly King-</w:t>
      </w:r>
      <w:proofErr w:type="spellStart"/>
      <w:r w:rsidRPr="00F32DF4">
        <w:rPr>
          <w:sz w:val="20"/>
          <w:szCs w:val="20"/>
        </w:rPr>
        <w:t>Pleyels</w:t>
      </w:r>
      <w:proofErr w:type="spellEnd"/>
      <w:r w:rsidRPr="00F32DF4">
        <w:rPr>
          <w:sz w:val="20"/>
          <w:szCs w:val="20"/>
        </w:rPr>
        <w:t xml:space="preserve"> Hymn.mp3</w:t>
      </w:r>
    </w:p>
    <w:p w14:paraId="1EBAD32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579_2_Rejoice Ye Pure </w:t>
      </w:r>
      <w:proofErr w:type="gramStart"/>
      <w:r w:rsidRPr="00F32DF4">
        <w:rPr>
          <w:sz w:val="20"/>
          <w:szCs w:val="20"/>
        </w:rPr>
        <w:t>In</w:t>
      </w:r>
      <w:proofErr w:type="gramEnd"/>
      <w:r w:rsidRPr="00F32DF4">
        <w:rPr>
          <w:sz w:val="20"/>
          <w:szCs w:val="20"/>
        </w:rPr>
        <w:t xml:space="preserve"> Heart-Marion.mp3</w:t>
      </w:r>
    </w:p>
    <w:p w14:paraId="0043149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584_2_O Mother Dear Jerusalem-Materna-8v.mp3</w:t>
      </w:r>
    </w:p>
    <w:p w14:paraId="287A097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585_1_Jerusalem My Happy-Land </w:t>
      </w:r>
      <w:proofErr w:type="gramStart"/>
      <w:r w:rsidRPr="00F32DF4">
        <w:rPr>
          <w:sz w:val="20"/>
          <w:szCs w:val="20"/>
        </w:rPr>
        <w:t>Of</w:t>
      </w:r>
      <w:proofErr w:type="gramEnd"/>
      <w:r w:rsidRPr="00F32DF4">
        <w:rPr>
          <w:sz w:val="20"/>
          <w:szCs w:val="20"/>
        </w:rPr>
        <w:t xml:space="preserve"> Rest.mp3</w:t>
      </w:r>
    </w:p>
    <w:p w14:paraId="6CCA434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587_1_Light's Abode </w:t>
      </w:r>
      <w:proofErr w:type="spellStart"/>
      <w:r w:rsidRPr="00F32DF4">
        <w:rPr>
          <w:sz w:val="20"/>
          <w:szCs w:val="20"/>
        </w:rPr>
        <w:t>Celectial</w:t>
      </w:r>
      <w:proofErr w:type="spellEnd"/>
      <w:r w:rsidRPr="00F32DF4">
        <w:rPr>
          <w:sz w:val="20"/>
          <w:szCs w:val="20"/>
        </w:rPr>
        <w:t xml:space="preserve"> Salem-Regent Square-6v.mp3</w:t>
      </w:r>
    </w:p>
    <w:p w14:paraId="26838DE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590_Ten Thousand Times-Alford.mp3</w:t>
      </w:r>
    </w:p>
    <w:p w14:paraId="1FE796A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595_The World Is Very Evil-Pearsall.mp3</w:t>
      </w:r>
    </w:p>
    <w:p w14:paraId="128C812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599_Ye Watcher and Ye Holy Ones-</w:t>
      </w:r>
      <w:proofErr w:type="spellStart"/>
      <w:r w:rsidRPr="00F32DF4">
        <w:rPr>
          <w:sz w:val="20"/>
          <w:szCs w:val="20"/>
        </w:rPr>
        <w:t>Vigiles</w:t>
      </w:r>
      <w:proofErr w:type="spellEnd"/>
      <w:r w:rsidRPr="00F32DF4">
        <w:rPr>
          <w:sz w:val="20"/>
          <w:szCs w:val="20"/>
        </w:rPr>
        <w:t xml:space="preserve"> et Sancti.mp3</w:t>
      </w:r>
    </w:p>
    <w:p w14:paraId="33439D3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600_Ye Holy Angels Bright-Darwall.mp3</w:t>
      </w:r>
    </w:p>
    <w:p w14:paraId="43F438D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609_O Come Let Us Sing-CHORAL SOLO-Venite.mp3</w:t>
      </w:r>
    </w:p>
    <w:p w14:paraId="0B34E6A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623_Blessed Art Thou-CHORAL SOLO-Benedictus es Domine.mp3</w:t>
      </w:r>
    </w:p>
    <w:p w14:paraId="07821D2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623_Blessed Art Thou-CHORAL-Benedictus es Domine.mp3</w:t>
      </w:r>
    </w:p>
    <w:p w14:paraId="25A5B57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644_O Be Joyful-CHORAL-Jubilate Deo.mp3</w:t>
      </w:r>
    </w:p>
    <w:p w14:paraId="612E7A1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702_Lord Have Mercy-CHORAL-Kyrie Eleison.mp3</w:t>
      </w:r>
    </w:p>
    <w:p w14:paraId="4F0E3CC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704_COS_S113 Sanctus Benedictus-1982.mp3</w:t>
      </w:r>
    </w:p>
    <w:p w14:paraId="703EDDF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704_Holy Holy </w:t>
      </w:r>
      <w:proofErr w:type="spellStart"/>
      <w:r w:rsidRPr="00F32DF4">
        <w:rPr>
          <w:sz w:val="20"/>
          <w:szCs w:val="20"/>
        </w:rPr>
        <w:t>Holy</w:t>
      </w:r>
      <w:proofErr w:type="spellEnd"/>
      <w:r w:rsidRPr="00F32DF4">
        <w:rPr>
          <w:sz w:val="20"/>
          <w:szCs w:val="20"/>
        </w:rPr>
        <w:t xml:space="preserve"> Lord God of Hosts-Sanctus only.mp3</w:t>
      </w:r>
    </w:p>
    <w:p w14:paraId="36D5F24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704_S113 Sanctus Benedictus-1982.mp3</w:t>
      </w:r>
    </w:p>
    <w:p w14:paraId="48BC1B0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704_S113 Sanctus Benedictus-1982a.mp3</w:t>
      </w:r>
    </w:p>
    <w:p w14:paraId="7366C7B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704_S113 Sanctus Benedictus-1982b_JWS.mp3</w:t>
      </w:r>
    </w:p>
    <w:p w14:paraId="4907C8D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706_O Lamb of God-Agnus Dei-1940.mp3</w:t>
      </w:r>
    </w:p>
    <w:p w14:paraId="4AAFA29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732_141_All Things Are Thine </w:t>
      </w:r>
      <w:proofErr w:type="spellStart"/>
      <w:r w:rsidRPr="00F32DF4">
        <w:rPr>
          <w:sz w:val="20"/>
          <w:szCs w:val="20"/>
        </w:rPr>
        <w:t>AMEN_and</w:t>
      </w:r>
      <w:proofErr w:type="spellEnd"/>
      <w:r w:rsidRPr="00F32DF4">
        <w:rPr>
          <w:sz w:val="20"/>
          <w:szCs w:val="20"/>
        </w:rPr>
        <w:t xml:space="preserve"> _Our Fathers God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Thee (2).mp3</w:t>
      </w:r>
    </w:p>
    <w:p w14:paraId="4EFE2CB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732_141_All Things Are </w:t>
      </w:r>
      <w:proofErr w:type="spellStart"/>
      <w:r w:rsidRPr="00F32DF4">
        <w:rPr>
          <w:sz w:val="20"/>
          <w:szCs w:val="20"/>
        </w:rPr>
        <w:t>Thine_and</w:t>
      </w:r>
      <w:proofErr w:type="spellEnd"/>
      <w:r w:rsidRPr="00F32DF4">
        <w:rPr>
          <w:sz w:val="20"/>
          <w:szCs w:val="20"/>
        </w:rPr>
        <w:t xml:space="preserve"> _Our Fathers God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Thee.mp3</w:t>
      </w:r>
    </w:p>
    <w:p w14:paraId="08062D7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732_All Things Are Thine AMEN_Offertory-Gardiner-1v.mp3</w:t>
      </w:r>
    </w:p>
    <w:p w14:paraId="700BF969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732_All Things Are Thine_Offertory-Gardiner-1v.mp3</w:t>
      </w:r>
    </w:p>
    <w:p w14:paraId="166C2BA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739_Gloria In Excelsis-Scottish-w choir.mp3</w:t>
      </w:r>
    </w:p>
    <w:p w14:paraId="4ED37EE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739_Gloria In Excelsis-Scottish-w Detroit choir.mp3</w:t>
      </w:r>
    </w:p>
    <w:p w14:paraId="22B870E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769_Joyful Joyful-Hymn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Joy.mp3</w:t>
      </w:r>
    </w:p>
    <w:p w14:paraId="18D154D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775_ALT319_Joy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the World Lord is come_Antioch.mp3</w:t>
      </w:r>
    </w:p>
    <w:p w14:paraId="31AFC785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776_ALT325_O For a Thousand Tongues to Sing-Azmon.mp3</w:t>
      </w:r>
    </w:p>
    <w:p w14:paraId="3F85FAE1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781_ALT417_Lord Jesus Think-Southwell.mp3</w:t>
      </w:r>
    </w:p>
    <w:p w14:paraId="11F6611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783_ALT524_God of Grace and God of </w:t>
      </w:r>
      <w:proofErr w:type="spellStart"/>
      <w:r w:rsidRPr="00F32DF4">
        <w:rPr>
          <w:sz w:val="20"/>
          <w:szCs w:val="20"/>
        </w:rPr>
        <w:t>Glory_Cwm</w:t>
      </w:r>
      <w:proofErr w:type="spellEnd"/>
      <w:r w:rsidRPr="00F32DF4">
        <w:rPr>
          <w:sz w:val="20"/>
          <w:szCs w:val="20"/>
        </w:rPr>
        <w:t xml:space="preserve"> Rhondda.mp3</w:t>
      </w:r>
    </w:p>
    <w:p w14:paraId="33F81AB5" w14:textId="77777777" w:rsidR="00F32DF4" w:rsidRPr="00F32DF4" w:rsidRDefault="00F32DF4" w:rsidP="00F32DF4">
      <w:pPr>
        <w:spacing w:after="0"/>
        <w:rPr>
          <w:sz w:val="20"/>
          <w:szCs w:val="20"/>
        </w:rPr>
      </w:pPr>
      <w:proofErr w:type="spellStart"/>
      <w:r w:rsidRPr="00F32DF4">
        <w:rPr>
          <w:sz w:val="20"/>
          <w:szCs w:val="20"/>
        </w:rPr>
        <w:t>Bach_PF</w:t>
      </w:r>
      <w:proofErr w:type="spellEnd"/>
      <w:r w:rsidRPr="00F32DF4">
        <w:rPr>
          <w:sz w:val="20"/>
          <w:szCs w:val="20"/>
        </w:rPr>
        <w:t xml:space="preserve"> D major 532 pipe NBS.mp3</w:t>
      </w:r>
    </w:p>
    <w:p w14:paraId="502559AF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Bach-A-CMajor-564-PipeLC-128.mp3</w:t>
      </w:r>
    </w:p>
    <w:p w14:paraId="43EE76CD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Bach-PF G major 550 pipe NBS.mp3</w:t>
      </w:r>
    </w:p>
    <w:p w14:paraId="2E50635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Bach-PF-C-553-PipeLC-128.mp3</w:t>
      </w:r>
    </w:p>
    <w:p w14:paraId="5D00351B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Bach-PF-FMaj-556-PipeLC-128.mp3</w:t>
      </w:r>
    </w:p>
    <w:p w14:paraId="6B147CC1" w14:textId="780F84DA" w:rsidR="00F32DF4" w:rsidRDefault="00F32DF4" w:rsidP="00F32DF4">
      <w:pPr>
        <w:spacing w:after="0"/>
        <w:rPr>
          <w:sz w:val="20"/>
          <w:szCs w:val="20"/>
          <w:lang w:val="pt-BR"/>
        </w:rPr>
      </w:pPr>
      <w:r w:rsidRPr="00F32DF4">
        <w:rPr>
          <w:sz w:val="20"/>
          <w:szCs w:val="20"/>
          <w:lang w:val="pt-BR"/>
        </w:rPr>
        <w:t>Bach-PF-GMinor-558-PipeLC-128.mp3</w:t>
      </w:r>
    </w:p>
    <w:p w14:paraId="06689C68" w14:textId="77777777" w:rsidR="00F32DF4" w:rsidRDefault="00F32DF4">
      <w:pPr>
        <w:suppressAutoHyphens w:val="0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br w:type="page"/>
      </w:r>
    </w:p>
    <w:p w14:paraId="66020F3D" w14:textId="462BEA86" w:rsidR="00981FAF" w:rsidRDefault="00F32DF4" w:rsidP="00F32DF4">
      <w:pPr>
        <w:spacing w:after="0"/>
        <w:rPr>
          <w:b/>
          <w:bCs/>
        </w:rPr>
      </w:pPr>
      <w:r>
        <w:rPr>
          <w:b/>
          <w:bCs/>
        </w:rPr>
        <w:lastRenderedPageBreak/>
        <w:t>ACC Liturgical and Graduals</w:t>
      </w:r>
    </w:p>
    <w:p w14:paraId="2DBCFA3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139_Praise God </w:t>
      </w:r>
      <w:proofErr w:type="gramStart"/>
      <w:r w:rsidRPr="00F32DF4">
        <w:rPr>
          <w:sz w:val="20"/>
          <w:szCs w:val="20"/>
        </w:rPr>
        <w:t>From</w:t>
      </w:r>
      <w:proofErr w:type="gramEnd"/>
      <w:r w:rsidRPr="00F32DF4">
        <w:rPr>
          <w:sz w:val="20"/>
          <w:szCs w:val="20"/>
        </w:rPr>
        <w:t xml:space="preserve"> </w:t>
      </w:r>
      <w:proofErr w:type="spellStart"/>
      <w:r w:rsidRPr="00F32DF4">
        <w:rPr>
          <w:sz w:val="20"/>
          <w:szCs w:val="20"/>
        </w:rPr>
        <w:t>Whom_The</w:t>
      </w:r>
      <w:proofErr w:type="spellEnd"/>
      <w:r w:rsidRPr="00F32DF4">
        <w:rPr>
          <w:sz w:val="20"/>
          <w:szCs w:val="20"/>
        </w:rPr>
        <w:t xml:space="preserve"> Doxology-Old 100.mp3</w:t>
      </w:r>
    </w:p>
    <w:p w14:paraId="45D8A13E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141_Verse4_Our Fathers God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Thee.mp3</w:t>
      </w:r>
    </w:p>
    <w:p w14:paraId="22AEB260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208_Here O My Lord-Penitentia.mp3</w:t>
      </w:r>
    </w:p>
    <w:p w14:paraId="22FDC11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209_2_O Saving Victim-St Vincent.mp3</w:t>
      </w:r>
    </w:p>
    <w:p w14:paraId="7BE5CD1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609_O Come Let Us Sing-CHORAL SOLO-Venite.mp3</w:t>
      </w:r>
    </w:p>
    <w:p w14:paraId="39F92872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623_Blessed Art Thou-CHORAL SOLO-Benedictus es Domine.mp3</w:t>
      </w:r>
    </w:p>
    <w:p w14:paraId="26916F76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623_Blessed Art Thou-CHORAL-Benedictus es Domine.mp3</w:t>
      </w:r>
    </w:p>
    <w:p w14:paraId="346DD7BC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644_O Be Joyful-CHORAL-Jubilate Deo.mp3</w:t>
      </w:r>
    </w:p>
    <w:p w14:paraId="74FA2747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702_Lord Have Mercy-CHORAL-Kyrie Eleison.mp3</w:t>
      </w:r>
    </w:p>
    <w:p w14:paraId="3BC1C2C8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704_S113 Sanctus Benedictus-1982b_JWS.mp3</w:t>
      </w:r>
    </w:p>
    <w:p w14:paraId="135A5364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706_O Lamb of God-Agnus Dei-1940.mp3</w:t>
      </w:r>
    </w:p>
    <w:p w14:paraId="0B3DE9EA" w14:textId="7777777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 xml:space="preserve">732_141_All Things Are Thine </w:t>
      </w:r>
      <w:proofErr w:type="spellStart"/>
      <w:r w:rsidRPr="00F32DF4">
        <w:rPr>
          <w:sz w:val="20"/>
          <w:szCs w:val="20"/>
        </w:rPr>
        <w:t>AMEN_and</w:t>
      </w:r>
      <w:proofErr w:type="spellEnd"/>
      <w:r w:rsidRPr="00F32DF4">
        <w:rPr>
          <w:sz w:val="20"/>
          <w:szCs w:val="20"/>
        </w:rPr>
        <w:t xml:space="preserve"> _Our Fathers God </w:t>
      </w:r>
      <w:proofErr w:type="gramStart"/>
      <w:r w:rsidRPr="00F32DF4">
        <w:rPr>
          <w:sz w:val="20"/>
          <w:szCs w:val="20"/>
        </w:rPr>
        <w:t>To</w:t>
      </w:r>
      <w:proofErr w:type="gramEnd"/>
      <w:r w:rsidRPr="00F32DF4">
        <w:rPr>
          <w:sz w:val="20"/>
          <w:szCs w:val="20"/>
        </w:rPr>
        <w:t xml:space="preserve"> Thee (2).mp3</w:t>
      </w:r>
    </w:p>
    <w:p w14:paraId="71CDA553" w14:textId="61436D87" w:rsidR="00F32DF4" w:rsidRPr="00F32DF4" w:rsidRDefault="00F32DF4" w:rsidP="00F32DF4">
      <w:pPr>
        <w:spacing w:after="0"/>
        <w:rPr>
          <w:sz w:val="20"/>
          <w:szCs w:val="20"/>
        </w:rPr>
      </w:pPr>
      <w:r w:rsidRPr="00F32DF4">
        <w:rPr>
          <w:sz w:val="20"/>
          <w:szCs w:val="20"/>
        </w:rPr>
        <w:t>739_Gloria In Excelsis-Scottish-w choir.mp3</w:t>
      </w:r>
    </w:p>
    <w:sectPr w:rsidR="00F32DF4" w:rsidRPr="00F32DF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B8225" w14:textId="77777777" w:rsidR="00D4404C" w:rsidRDefault="00D4404C">
      <w:pPr>
        <w:spacing w:after="0" w:line="240" w:lineRule="auto"/>
      </w:pPr>
      <w:r>
        <w:separator/>
      </w:r>
    </w:p>
  </w:endnote>
  <w:endnote w:type="continuationSeparator" w:id="0">
    <w:p w14:paraId="7C44CFD3" w14:textId="77777777" w:rsidR="00D4404C" w:rsidRDefault="00D44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65E0D" w14:textId="77777777" w:rsidR="00D4404C" w:rsidRDefault="00D4404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AA49C7" w14:textId="77777777" w:rsidR="00D4404C" w:rsidRDefault="00D44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81FAF"/>
    <w:rsid w:val="0035037E"/>
    <w:rsid w:val="00981FAF"/>
    <w:rsid w:val="00AF62CB"/>
    <w:rsid w:val="00CB4242"/>
    <w:rsid w:val="00D4404C"/>
    <w:rsid w:val="00F3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F7FC4"/>
  <w15:docId w15:val="{3362CC59-B78E-4815-A952-8D68C79A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U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character" w:styleId="Hyperlink">
    <w:name w:val="Hyperlink"/>
    <w:basedOn w:val="DefaultParagraphFont"/>
    <w:rPr>
      <w:color w:val="467886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e.Sallenge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2998</Words>
  <Characters>15474</Characters>
  <Application>Microsoft Office Word</Application>
  <DocSecurity>0</DocSecurity>
  <Lines>329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W. Sallenger</dc:creator>
  <dc:description/>
  <cp:lastModifiedBy>Joseph W. Sallenger</cp:lastModifiedBy>
  <cp:revision>2</cp:revision>
  <dcterms:created xsi:type="dcterms:W3CDTF">2025-10-14T20:12:00Z</dcterms:created>
  <dcterms:modified xsi:type="dcterms:W3CDTF">2025-10-14T20:12:00Z</dcterms:modified>
</cp:coreProperties>
</file>